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4B02B0DE" w:rsidRDefault="00997F14" w14:paraId="6C209650" w14:textId="77777777">
      <w:pPr>
        <w:spacing w:line="240" w:lineRule="auto"/>
        <w:jc w:val="right"/>
        <w:rPr>
          <w:rFonts w:ascii="Corbel" w:hAnsi="Corbel" w:eastAsia="Corbel" w:cs="Corbel"/>
          <w:i/>
          <w:iCs/>
        </w:rPr>
      </w:pPr>
      <w:r w:rsidRPr="4B02B0DE">
        <w:rPr>
          <w:rFonts w:ascii="Corbel" w:hAnsi="Corbel" w:eastAsia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B02B0DE" w:rsidR="00D8678B">
        <w:rPr>
          <w:rFonts w:ascii="Corbel" w:hAnsi="Corbel" w:eastAsia="Corbel" w:cs="Corbel"/>
          <w:i/>
          <w:iCs/>
        </w:rPr>
        <w:t xml:space="preserve">Załącznik nr </w:t>
      </w:r>
      <w:r w:rsidRPr="4B02B0DE" w:rsidR="006F31E2">
        <w:rPr>
          <w:rFonts w:ascii="Corbel" w:hAnsi="Corbel" w:eastAsia="Corbel" w:cs="Corbel"/>
          <w:i/>
          <w:iCs/>
        </w:rPr>
        <w:t>1.5</w:t>
      </w:r>
      <w:r w:rsidRPr="4B02B0DE" w:rsidR="00D8678B">
        <w:rPr>
          <w:rFonts w:ascii="Corbel" w:hAnsi="Corbel" w:eastAsia="Corbel" w:cs="Corbel"/>
          <w:i/>
          <w:iCs/>
        </w:rPr>
        <w:t xml:space="preserve"> do Zarządzenia</w:t>
      </w:r>
      <w:r w:rsidRPr="4B02B0DE" w:rsidR="002A22BF">
        <w:rPr>
          <w:rFonts w:ascii="Corbel" w:hAnsi="Corbel" w:eastAsia="Corbel" w:cs="Corbel"/>
          <w:i/>
          <w:iCs/>
        </w:rPr>
        <w:t xml:space="preserve"> Rektora UR </w:t>
      </w:r>
      <w:r w:rsidRPr="4B02B0DE" w:rsidR="00CD6897">
        <w:rPr>
          <w:rFonts w:ascii="Corbel" w:hAnsi="Corbel" w:eastAsia="Corbel" w:cs="Corbel"/>
          <w:i/>
          <w:iCs/>
        </w:rPr>
        <w:t xml:space="preserve"> nr </w:t>
      </w:r>
      <w:r w:rsidRPr="4B02B0DE" w:rsidR="00F17567">
        <w:rPr>
          <w:rFonts w:ascii="Corbel" w:hAnsi="Corbel" w:eastAsia="Corbel" w:cs="Corbel"/>
          <w:i/>
          <w:iCs/>
        </w:rPr>
        <w:t>12/2019</w:t>
      </w:r>
    </w:p>
    <w:p w:rsidRPr="009C54AE" w:rsidR="0085747A" w:rsidP="4B02B0DE" w:rsidRDefault="0085747A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bCs/>
          <w:smallCaps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mallCaps/>
          <w:sz w:val="24"/>
          <w:szCs w:val="24"/>
        </w:rPr>
        <w:t>SYLABUS</w:t>
      </w:r>
    </w:p>
    <w:p w:rsidRPr="009C54AE" w:rsidR="0085747A" w:rsidP="4B02B0DE" w:rsidRDefault="0071620A" w14:paraId="6B39908D" w14:textId="7C94E407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0F1ED720" w:rsidR="0071620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</w:t>
      </w:r>
      <w:r w:rsidRPr="0F1ED720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  <w:r w:rsidRPr="0F1ED720" w:rsidR="00B85F76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0F1ED720" w:rsidR="74172440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0F1ED720" w:rsidR="00B85F76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-202</w:t>
      </w:r>
      <w:r w:rsidRPr="0F1ED720" w:rsidR="3CD643DD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3</w:t>
      </w:r>
      <w:r w:rsidRPr="0F1ED720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4B02B0DE" w:rsidRDefault="00EA4832" w14:paraId="24E8696B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4B02B0DE">
        <w:rPr>
          <w:rFonts w:ascii="Corbel" w:hAnsi="Corbel" w:eastAsia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4B02B0DE" w:rsidR="0085747A">
        <w:rPr>
          <w:rFonts w:ascii="Corbel" w:hAnsi="Corbel" w:eastAsia="Corbel" w:cs="Corbel"/>
          <w:i/>
          <w:iCs/>
          <w:sz w:val="20"/>
          <w:szCs w:val="20"/>
        </w:rPr>
        <w:t>(skrajne daty</w:t>
      </w:r>
      <w:r w:rsidRPr="4B02B0DE" w:rsidR="0085747A">
        <w:rPr>
          <w:rFonts w:ascii="Corbel" w:hAnsi="Corbel" w:eastAsia="Corbel" w:cs="Corbel"/>
          <w:sz w:val="20"/>
          <w:szCs w:val="20"/>
        </w:rPr>
        <w:t>)</w:t>
      </w:r>
    </w:p>
    <w:p w:rsidR="4B02B0DE" w:rsidP="4B02B0DE" w:rsidRDefault="4B02B0DE" w14:paraId="6B488294" w14:textId="5B99EE8F">
      <w:pPr>
        <w:spacing w:after="0" w:line="240" w:lineRule="exact"/>
        <w:jc w:val="both"/>
      </w:pPr>
    </w:p>
    <w:p w:rsidRPr="00EA4832" w:rsidR="00445970" w:rsidP="4B02B0DE" w:rsidRDefault="00445970" w14:paraId="5E843458" w14:textId="6901158E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B02B0DE" w:rsidR="00445970">
        <w:rPr>
          <w:rFonts w:ascii="Corbel" w:hAnsi="Corbel" w:eastAsia="Corbel" w:cs="Corbel"/>
          <w:sz w:val="20"/>
          <w:szCs w:val="20"/>
        </w:rPr>
        <w:t xml:space="preserve">Rok akademicki </w:t>
      </w:r>
      <w:r w:rsidRPr="4B02B0DE" w:rsidR="00B85F76">
        <w:rPr>
          <w:rFonts w:ascii="Corbel" w:hAnsi="Corbel" w:eastAsia="Corbel" w:cs="Corbel"/>
          <w:sz w:val="20"/>
          <w:szCs w:val="20"/>
        </w:rPr>
        <w:t>20</w:t>
      </w:r>
      <w:r w:rsidR="00456544">
        <w:rPr>
          <w:rFonts w:ascii="Corbel" w:hAnsi="Corbel" w:eastAsia="Corbel" w:cs="Corbel"/>
          <w:sz w:val="20"/>
          <w:szCs w:val="20"/>
        </w:rPr>
        <w:t>2</w:t>
      </w:r>
      <w:r w:rsidR="2A46B19A">
        <w:rPr>
          <w:rFonts w:ascii="Corbel" w:hAnsi="Corbel" w:eastAsia="Corbel" w:cs="Corbel"/>
          <w:sz w:val="20"/>
          <w:szCs w:val="20"/>
        </w:rPr>
        <w:t>2</w:t>
      </w:r>
      <w:r w:rsidRPr="4B02B0DE" w:rsidR="31F4ABDE">
        <w:rPr>
          <w:rFonts w:ascii="Corbel" w:hAnsi="Corbel" w:eastAsia="Corbel" w:cs="Corbel"/>
          <w:sz w:val="20"/>
          <w:szCs w:val="20"/>
        </w:rPr>
        <w:t>/</w:t>
      </w:r>
      <w:r w:rsidRPr="4B02B0DE" w:rsidR="00B85F76">
        <w:rPr>
          <w:rFonts w:ascii="Corbel" w:hAnsi="Corbel" w:eastAsia="Corbel" w:cs="Corbel"/>
          <w:sz w:val="20"/>
          <w:szCs w:val="20"/>
        </w:rPr>
        <w:t>202</w:t>
      </w:r>
      <w:r w:rsidRPr="4B02B0DE" w:rsidR="720A6856">
        <w:rPr>
          <w:rFonts w:ascii="Corbel" w:hAnsi="Corbel" w:eastAsia="Corbel" w:cs="Corbel"/>
          <w:sz w:val="20"/>
          <w:szCs w:val="20"/>
        </w:rPr>
        <w:t>3</w:t>
      </w:r>
      <w:bookmarkStart w:name="_GoBack" w:id="0"/>
      <w:bookmarkEnd w:id="0"/>
    </w:p>
    <w:p w:rsidRPr="009C54AE" w:rsidR="0085747A" w:rsidP="4B02B0DE" w:rsidRDefault="0085747A" w14:paraId="672A665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B02B0DE" w:rsidRDefault="0071620A" w14:paraId="0C6E7FD4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4B02B0DE">
        <w:rPr>
          <w:rFonts w:ascii="Corbel" w:hAnsi="Corbel" w:eastAsia="Corbel" w:cs="Corbel"/>
        </w:rPr>
        <w:t xml:space="preserve">1. </w:t>
      </w:r>
      <w:r w:rsidRPr="4B02B0DE" w:rsidR="0085747A">
        <w:rPr>
          <w:rFonts w:ascii="Corbel" w:hAnsi="Corbel" w:eastAsia="Corbel" w:cs="Corbel"/>
        </w:rPr>
        <w:t xml:space="preserve">Podstawowe </w:t>
      </w:r>
      <w:r w:rsidRPr="4B02B0DE" w:rsidR="00445970">
        <w:rPr>
          <w:rFonts w:ascii="Corbel" w:hAnsi="Corbel" w:eastAsia="Corbel" w:cs="Corbel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E611E57" w14:paraId="153984D9" w14:textId="77777777">
        <w:tc>
          <w:tcPr>
            <w:tcW w:w="2694" w:type="dxa"/>
            <w:tcMar/>
            <w:vAlign w:val="center"/>
          </w:tcPr>
          <w:p w:rsidRPr="009C54AE" w:rsidR="0085747A" w:rsidP="4B02B0D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03BD3526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PODSTAWY PRAWA CYWILNEGO</w:t>
            </w:r>
          </w:p>
        </w:tc>
      </w:tr>
      <w:tr w:rsidRPr="009C54AE" w:rsidR="0085747A" w:rsidTr="0E611E57" w14:paraId="6065D1B9" w14:textId="77777777">
        <w:tc>
          <w:tcPr>
            <w:tcW w:w="2694" w:type="dxa"/>
            <w:tcMar/>
            <w:vAlign w:val="center"/>
          </w:tcPr>
          <w:p w:rsidRPr="009C54AE" w:rsidR="0085747A" w:rsidP="4B02B0D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4B02B0DE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10E992AE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BW31</w:t>
            </w:r>
          </w:p>
        </w:tc>
      </w:tr>
      <w:tr w:rsidRPr="009C54AE" w:rsidR="0085747A" w:rsidTr="0E611E57" w14:paraId="5C0172EC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4B02B0DE" w:rsidR="00C05F4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E611E57" w14:paraId="0AEA36E1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74F259B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E611E57" w14:paraId="08E2BE52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16FA2208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E611E57" w14:paraId="728115D6" w14:textId="77777777">
        <w:tc>
          <w:tcPr>
            <w:tcW w:w="2694" w:type="dxa"/>
            <w:tcMar/>
            <w:vAlign w:val="center"/>
          </w:tcPr>
          <w:p w:rsidRPr="009C54AE" w:rsidR="0085747A" w:rsidP="4B02B0DE" w:rsidRDefault="486824E6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205B0BBB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Pr="009C54AE" w:rsidR="0085747A" w:rsidTr="0E611E57" w14:paraId="77AD840C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26323D6F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E611E57" w14:paraId="759A19B8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6AC4622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85747A" w:rsidTr="0E611E57" w14:paraId="2DC8C4F4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4B02B0DE" w:rsidR="0030395F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456544" w14:paraId="1E278FBA" w14:textId="6C6294B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>
              <w:rPr>
                <w:rFonts w:ascii="Corbel" w:hAnsi="Corbel" w:eastAsia="Corbel" w:cs="Corbel"/>
                <w:b w:val="0"/>
                <w:sz w:val="24"/>
                <w:szCs w:val="24"/>
              </w:rPr>
              <w:t>Rok III, semestr V</w:t>
            </w:r>
          </w:p>
        </w:tc>
      </w:tr>
      <w:tr w:rsidRPr="009C54AE" w:rsidR="0085747A" w:rsidTr="0E611E57" w14:paraId="6FE58EF8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1001370C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Przedmiot Obowiązkowy</w:t>
            </w:r>
          </w:p>
        </w:tc>
      </w:tr>
      <w:tr w:rsidRPr="009C54AE" w:rsidR="00923D7D" w:rsidTr="0E611E57" w14:paraId="26EB6C12" w14:textId="77777777">
        <w:tc>
          <w:tcPr>
            <w:tcW w:w="2694" w:type="dxa"/>
            <w:tcMar/>
            <w:vAlign w:val="center"/>
          </w:tcPr>
          <w:p w:rsidRPr="009C54AE" w:rsidR="00923D7D" w:rsidP="4B02B0D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4B02B0DE" w:rsidRDefault="00B85F76" w14:paraId="07D1FAC9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E611E57" w14:paraId="1B0A3011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611E57" w:rsidRDefault="00B85F76" w14:paraId="1816A194" w14:textId="0F388D45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611E57" w:rsidR="6121D02C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Mgr Katarzyna Czop</w:t>
            </w:r>
          </w:p>
        </w:tc>
      </w:tr>
      <w:tr w:rsidRPr="009C54AE" w:rsidR="0085747A" w:rsidTr="0E611E57" w14:paraId="4DC0AE88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611E57" w:rsidRDefault="00B85F76" w14:paraId="71C0A688" w14:textId="0F388D45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611E57" w:rsidR="39AF7A6C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Mgr Katarzyna Czop</w:t>
            </w:r>
          </w:p>
          <w:p w:rsidRPr="009C54AE" w:rsidR="0085747A" w:rsidP="0E611E57" w:rsidRDefault="00B85F76" w14:paraId="336E12E2" w14:textId="5FC7E42D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w:rsidRPr="009C54AE" w:rsidR="0085747A" w:rsidP="4B02B0D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 xml:space="preserve">* </w:t>
      </w:r>
      <w:r w:rsidRPr="4B02B0DE">
        <w:rPr>
          <w:rFonts w:ascii="Corbel" w:hAnsi="Corbel" w:eastAsia="Corbel" w:cs="Corbel"/>
          <w:i/>
          <w:iCs/>
          <w:sz w:val="24"/>
          <w:szCs w:val="24"/>
        </w:rPr>
        <w:t>-</w:t>
      </w:r>
      <w:r w:rsidRPr="4B02B0DE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opcjonalni</w:t>
      </w:r>
      <w:r w:rsidRPr="4B02B0DE" w:rsidR="00B90885">
        <w:rPr>
          <w:rFonts w:ascii="Corbel" w:hAnsi="Corbel" w:eastAsia="Corbel" w:cs="Corbel"/>
          <w:b w:val="0"/>
          <w:sz w:val="24"/>
          <w:szCs w:val="24"/>
        </w:rPr>
        <w:t>e,</w:t>
      </w:r>
      <w:r w:rsidRPr="4B02B0DE">
        <w:rPr>
          <w:rFonts w:ascii="Corbel" w:hAnsi="Corbel" w:eastAsia="Corbel" w:cs="Corbel"/>
          <w:i/>
          <w:iCs/>
          <w:sz w:val="24"/>
          <w:szCs w:val="24"/>
        </w:rPr>
        <w:t xml:space="preserve"> </w:t>
      </w:r>
      <w:r w:rsidRPr="4B02B0DE">
        <w:rPr>
          <w:rFonts w:ascii="Corbel" w:hAnsi="Corbel" w:eastAsia="Corbel" w:cs="Corbel"/>
          <w:b w:val="0"/>
          <w:i/>
          <w:iCs/>
          <w:sz w:val="24"/>
          <w:szCs w:val="24"/>
        </w:rPr>
        <w:t xml:space="preserve">zgodnie z ustaleniami </w:t>
      </w:r>
      <w:r w:rsidRPr="4B02B0DE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w Jednostce</w:t>
      </w:r>
    </w:p>
    <w:p w:rsidRPr="009C54AE" w:rsidR="00923D7D" w:rsidP="4B02B0DE" w:rsidRDefault="00923D7D" w14:paraId="0A37501D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4B02B0DE" w:rsidRDefault="0085747A" w14:paraId="7E0A0F74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>1.</w:t>
      </w:r>
      <w:r w:rsidRPr="4B02B0DE" w:rsidR="00E22FBC">
        <w:rPr>
          <w:rFonts w:ascii="Corbel" w:hAnsi="Corbel" w:eastAsia="Corbel" w:cs="Corbel"/>
          <w:sz w:val="24"/>
          <w:szCs w:val="24"/>
        </w:rPr>
        <w:t>1</w:t>
      </w:r>
      <w:r w:rsidRPr="4B02B0DE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4B02B0DE" w:rsidRDefault="00923D7D" w14:paraId="5DAB6C7B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B02B0DE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4B02B0DE" w:rsidRDefault="04861C71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Semestr</w:t>
            </w:r>
          </w:p>
          <w:p w:rsidRPr="009C54AE" w:rsidR="00015B8F" w:rsidP="4B02B0DE" w:rsidRDefault="5442C437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(</w:t>
            </w:r>
            <w:r w:rsidRPr="4B02B0DE" w:rsidR="1D6979AA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Wykł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Konw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4861C71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Sem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Prakt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/>
                <w:bCs/>
              </w:rPr>
            </w:pPr>
            <w:r w:rsidRPr="4B02B0DE">
              <w:rPr>
                <w:rFonts w:ascii="Corbel" w:hAnsi="Corbel" w:eastAsia="Corbel" w:cs="Corbel"/>
                <w:b/>
                <w:bCs/>
              </w:rPr>
              <w:t>Liczba pkt</w:t>
            </w:r>
            <w:r w:rsidRPr="4B02B0DE" w:rsidR="00B90885">
              <w:rPr>
                <w:rFonts w:ascii="Corbel" w:hAnsi="Corbel" w:eastAsia="Corbel" w:cs="Corbel"/>
                <w:b/>
                <w:bCs/>
              </w:rPr>
              <w:t>.</w:t>
            </w:r>
            <w:r w:rsidRPr="4B02B0DE">
              <w:rPr>
                <w:rFonts w:ascii="Corbel" w:hAnsi="Corbel" w:eastAsia="Corbel" w:cs="Corbel"/>
                <w:b/>
                <w:bCs/>
              </w:rPr>
              <w:t xml:space="preserve"> ECTS</w:t>
            </w:r>
          </w:p>
        </w:tc>
      </w:tr>
      <w:tr w:rsidRPr="009C54AE" w:rsidR="00015B8F" w:rsidTr="4B02B0DE" w14:paraId="7077729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4B02B0DE" w:rsidRDefault="00B85F76" w14:paraId="3696C34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B85F76" w14:paraId="219897CE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B85F76" w14:paraId="18F999B5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923D7D" w:rsidP="4B02B0DE" w:rsidRDefault="00923D7D" w14:paraId="60061E4C" w14:textId="77777777">
      <w:pPr>
        <w:pStyle w:val="Podpunkty"/>
        <w:ind w:left="0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923D7D" w:rsidP="4B02B0DE" w:rsidRDefault="00923D7D" w14:paraId="44EAFD9C" w14:textId="77777777">
      <w:pPr>
        <w:pStyle w:val="Podpunkty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85747A" w:rsidP="4B02B0DE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smallCaps w:val="0"/>
        </w:rPr>
        <w:t>1.</w:t>
      </w:r>
      <w:r w:rsidRPr="4B02B0DE" w:rsidR="00E22FBC">
        <w:rPr>
          <w:rFonts w:ascii="Corbel" w:hAnsi="Corbel" w:eastAsia="Corbel" w:cs="Corbel"/>
          <w:smallCaps w:val="0"/>
        </w:rPr>
        <w:t>2</w:t>
      </w:r>
      <w:r w:rsidRPr="4B02B0DE" w:rsidR="00F83B28">
        <w:rPr>
          <w:rFonts w:ascii="Corbel" w:hAnsi="Corbel" w:eastAsia="Corbel" w:cs="Corbel"/>
          <w:smallCaps w:val="0"/>
        </w:rPr>
        <w:t>.</w:t>
      </w:r>
      <w:r>
        <w:tab/>
      </w:r>
      <w:r w:rsidRPr="4B02B0DE">
        <w:rPr>
          <w:rFonts w:ascii="Corbel" w:hAnsi="Corbel" w:eastAsia="Corbel" w:cs="Corbel"/>
          <w:smallCaps w:val="0"/>
        </w:rPr>
        <w:t xml:space="preserve">Sposób realizacji zajęć  </w:t>
      </w:r>
    </w:p>
    <w:p w:rsidRPr="009C54AE" w:rsidR="0085747A" w:rsidP="4B02B0DE" w:rsidRDefault="00B85F76" w14:paraId="6B8FCAAA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b w:val="0"/>
        </w:rPr>
        <w:t>☒</w:t>
      </w:r>
      <w:r w:rsidRPr="4B02B0DE" w:rsidR="0085747A">
        <w:rPr>
          <w:rFonts w:ascii="Corbel" w:hAnsi="Corbel" w:eastAsia="Corbel" w:cs="Corbel"/>
          <w:b w:val="0"/>
          <w:smallCaps w:val="0"/>
        </w:rPr>
        <w:t xml:space="preserve">zajęcia w formie tradycyjnej </w:t>
      </w:r>
    </w:p>
    <w:p w:rsidRPr="009C54AE" w:rsidR="0085747A" w:rsidP="4B02B0DE" w:rsidRDefault="0085747A" w14:paraId="386692D9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b w:val="0"/>
        </w:rPr>
        <w:t>☐</w:t>
      </w:r>
      <w:r w:rsidRPr="4B02B0DE">
        <w:rPr>
          <w:rFonts w:ascii="Corbel" w:hAnsi="Corbel" w:eastAsia="Corbel" w:cs="Corbel"/>
          <w:b w:val="0"/>
          <w:smallCaps w:val="0"/>
        </w:rPr>
        <w:t xml:space="preserve"> zajęcia realizowane z wykorzystaniem metod i technik kształcenia na odległość</w:t>
      </w:r>
    </w:p>
    <w:p w:rsidRPr="009C54AE" w:rsidR="0085747A" w:rsidP="4B02B0DE" w:rsidRDefault="0085747A" w14:paraId="4B94D5A5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p w:rsidRPr="009C54AE" w:rsidR="00E22FBC" w:rsidP="4B02B0DE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1.3 </w:t>
      </w:r>
      <w:r>
        <w:tab/>
      </w:r>
      <w:r w:rsidRPr="4B02B0DE">
        <w:rPr>
          <w:rFonts w:ascii="Corbel" w:hAnsi="Corbel" w:eastAsia="Corbel" w:cs="Corbel"/>
          <w:smallCaps w:val="0"/>
        </w:rPr>
        <w:t>For</w:t>
      </w:r>
      <w:r w:rsidRPr="4B02B0DE" w:rsidR="00445970">
        <w:rPr>
          <w:rFonts w:ascii="Corbel" w:hAnsi="Corbel" w:eastAsia="Corbel" w:cs="Corbel"/>
          <w:smallCaps w:val="0"/>
        </w:rPr>
        <w:t xml:space="preserve">ma zaliczenia przedmiotu </w:t>
      </w:r>
      <w:r w:rsidRPr="4B02B0DE">
        <w:rPr>
          <w:rFonts w:ascii="Corbel" w:hAnsi="Corbel" w:eastAsia="Corbel" w:cs="Corbel"/>
          <w:smallCaps w:val="0"/>
        </w:rPr>
        <w:t xml:space="preserve"> (z toku) </w:t>
      </w:r>
      <w:r w:rsidRPr="4B02B0DE">
        <w:rPr>
          <w:rFonts w:ascii="Corbel" w:hAnsi="Corbel" w:eastAsia="Corbel" w:cs="Corbel"/>
          <w:b w:val="0"/>
          <w:smallCaps w:val="0"/>
        </w:rPr>
        <w:t>(egzamin, zaliczenie z oceną, zaliczenie bez oceny)</w:t>
      </w:r>
    </w:p>
    <w:p w:rsidR="009C54AE" w:rsidP="4B02B0DE" w:rsidRDefault="009C54AE" w14:paraId="3DEEC669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="00E960BB" w:rsidP="4B02B0DE" w:rsidRDefault="00E960BB" w14:paraId="3656B9AB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9C54AE" w:rsidR="00E960BB" w:rsidP="4B02B0DE" w:rsidRDefault="0085747A" w14:paraId="261BAAD1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B02B0DE">
        <w:rPr>
          <w:rFonts w:ascii="Corbel" w:hAnsi="Corbel" w:eastAsia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B02B0DE" w14:paraId="5A309839" w14:textId="77777777">
        <w:tc>
          <w:tcPr>
            <w:tcW w:w="9670" w:type="dxa"/>
          </w:tcPr>
          <w:p w:rsidRPr="009C54AE" w:rsidR="0085747A" w:rsidP="4B02B0DE" w:rsidRDefault="00B85F76" w14:paraId="5BCD0DD3" w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w:rsidR="00153C41" w:rsidP="4B02B0DE" w:rsidRDefault="00153C41" w14:paraId="45FB0818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4B02B0DE" w:rsidRDefault="0071620A" w14:paraId="7DB6D4EE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B02B0DE">
        <w:rPr>
          <w:rFonts w:ascii="Corbel" w:hAnsi="Corbel" w:eastAsia="Corbel" w:cs="Corbel"/>
        </w:rPr>
        <w:t>3.</w:t>
      </w:r>
      <w:r w:rsidRPr="4B02B0DE" w:rsidR="0085747A">
        <w:rPr>
          <w:rFonts w:ascii="Corbel" w:hAnsi="Corbel" w:eastAsia="Corbel" w:cs="Corbel"/>
        </w:rPr>
        <w:t xml:space="preserve"> </w:t>
      </w:r>
      <w:r w:rsidRPr="4B02B0DE" w:rsidR="00A84C85">
        <w:rPr>
          <w:rFonts w:ascii="Corbel" w:hAnsi="Corbel" w:eastAsia="Corbel" w:cs="Corbel"/>
        </w:rPr>
        <w:t>cele, efekty uczenia się</w:t>
      </w:r>
      <w:r w:rsidRPr="4B02B0DE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4B02B0DE" w:rsidRDefault="0085747A" w14:paraId="049F31CB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4B02B0DE" w:rsidRDefault="0071620A" w14:paraId="04643D83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 xml:space="preserve">3.1 </w:t>
      </w:r>
      <w:r w:rsidRPr="4B02B0DE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4B02B0DE" w:rsidRDefault="00F83B28" w14:paraId="53128261" w14:textId="77777777">
      <w:pPr>
        <w:pStyle w:val="Podpunkty"/>
        <w:rPr>
          <w:rFonts w:ascii="Corbel" w:hAnsi="Corbel" w:eastAsia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4B02B0DE" w14:paraId="7DD20EB7" w14:textId="77777777">
        <w:tc>
          <w:tcPr>
            <w:tcW w:w="851" w:type="dxa"/>
            <w:vAlign w:val="center"/>
          </w:tcPr>
          <w:p w:rsidRPr="009C54AE" w:rsidR="0085747A" w:rsidP="4B02B0D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4B02B0DE" w:rsidRDefault="00B85F76" w14:paraId="638D307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w:rsidRPr="009C54AE" w:rsidR="00B85F76" w:rsidTr="4B02B0DE" w14:paraId="35CC244B" w14:textId="77777777">
        <w:tc>
          <w:tcPr>
            <w:tcW w:w="851" w:type="dxa"/>
            <w:vAlign w:val="center"/>
          </w:tcPr>
          <w:p w:rsidRPr="009C54AE" w:rsidR="00B85F76" w:rsidP="4B02B0DE" w:rsidRDefault="00B85F76" w14:paraId="550CF7E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16D5B" w:rsidR="00B85F76" w:rsidP="4B02B0DE" w:rsidRDefault="00B85F76" w14:paraId="684B4E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w:rsidRPr="009C54AE" w:rsidR="0085747A" w:rsidP="4B02B0DE" w:rsidRDefault="0085747A" w14:paraId="62486C05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  <w:color w:val="000000"/>
        </w:rPr>
      </w:pPr>
    </w:p>
    <w:p w:rsidRPr="009C54AE" w:rsidR="001D7B54" w:rsidP="4B02B0DE" w:rsidRDefault="009F4610" w14:paraId="47F42425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z w:val="24"/>
          <w:szCs w:val="24"/>
        </w:rPr>
        <w:t xml:space="preserve">3.2 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 xml:space="preserve">Efekty </w:t>
      </w:r>
      <w:r w:rsidRPr="4B02B0DE" w:rsidR="00C05F44">
        <w:rPr>
          <w:rFonts w:ascii="Corbel" w:hAnsi="Corbel" w:eastAsia="Corbel" w:cs="Corbel"/>
          <w:b/>
          <w:bCs/>
          <w:sz w:val="24"/>
          <w:szCs w:val="24"/>
        </w:rPr>
        <w:t xml:space="preserve">uczenia się 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>dla przedmiotu</w:t>
      </w:r>
      <w:r w:rsidRPr="4B02B0DE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4B02B0DE" w:rsidRDefault="001D7B54" w14:paraId="4101652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69"/>
        <w:gridCol w:w="5918"/>
        <w:gridCol w:w="1860"/>
        <w:gridCol w:w="73"/>
      </w:tblGrid>
      <w:tr w:rsidRPr="009C54AE" w:rsidR="0085747A" w:rsidTr="4B02B0DE" w14:paraId="61F38664" w14:textId="77777777">
        <w:tc>
          <w:tcPr>
            <w:tcW w:w="1701" w:type="dxa"/>
            <w:vAlign w:val="center"/>
          </w:tcPr>
          <w:p w:rsidRPr="009C54AE" w:rsidR="0085747A" w:rsidP="4B02B0D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smallCaps w:val="0"/>
              </w:rPr>
              <w:t>EK</w:t>
            </w:r>
            <w:r w:rsidRPr="4B02B0DE" w:rsidR="00A84C85">
              <w:rPr>
                <w:rFonts w:ascii="Corbel" w:hAnsi="Corbel" w:eastAsia="Corbel" w:cs="Corbel"/>
                <w:b w:val="0"/>
                <w:smallCaps w:val="0"/>
              </w:rPr>
              <w:t xml:space="preserve"> (</w:t>
            </w:r>
            <w:r w:rsidRPr="4B02B0DE" w:rsidR="00C05F44">
              <w:rPr>
                <w:rFonts w:ascii="Corbel" w:hAnsi="Corbel" w:eastAsia="Corbel" w:cs="Corbel"/>
                <w:b w:val="0"/>
                <w:smallCaps w:val="0"/>
              </w:rPr>
              <w:t>efekt uczenia się</w:t>
            </w:r>
            <w:r w:rsidRPr="4B02B0DE" w:rsidR="00B82308">
              <w:rPr>
                <w:rFonts w:ascii="Corbel" w:hAnsi="Corbel" w:eastAsia="Corbel" w:cs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4B02B0DE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Treść efektu </w:t>
            </w:r>
            <w:r w:rsidRPr="4B02B0DE" w:rsidR="00C05F44">
              <w:rPr>
                <w:rFonts w:ascii="Corbel" w:hAnsi="Corbel" w:eastAsia="Corbel" w:cs="Corbel"/>
                <w:b w:val="0"/>
                <w:smallCaps w:val="0"/>
              </w:rPr>
              <w:t xml:space="preserve">uczenia się </w:t>
            </w: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949" w:type="dxa"/>
            <w:gridSpan w:val="2"/>
            <w:vAlign w:val="center"/>
          </w:tcPr>
          <w:p w:rsidRPr="009C54AE" w:rsidR="0085747A" w:rsidP="4B02B0DE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Odniesienie do efektów  kierunkowych </w:t>
            </w:r>
            <w:r w:rsidRPr="4B02B0DE" w:rsidR="0030395F">
              <w:rPr>
                <w:rStyle w:val="Odwoanieprzypisudolnego"/>
                <w:rFonts w:ascii="Corbel" w:hAnsi="Corbel" w:eastAsia="Corbel" w:cs="Corbel"/>
                <w:b w:val="0"/>
                <w:smallCaps w:val="0"/>
              </w:rPr>
              <w:footnoteReference w:id="1"/>
            </w:r>
          </w:p>
        </w:tc>
      </w:tr>
      <w:tr w:rsidRPr="009C54AE" w:rsidR="004B7FC6" w:rsidTr="4B02B0DE" w14:paraId="791C9581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4FCA596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4B7FC6" w:rsidR="004B7FC6" w:rsidP="4B02B0DE" w:rsidRDefault="004B7FC6" w14:paraId="4FC8BAE4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cywilnoprawny. Wskazać i scharakteryzować jego elementy. Objaśnić reguły dokonywania czynności prawnych, ze szczególnym uwzględnieniem zawierania umów. </w:t>
            </w:r>
          </w:p>
        </w:tc>
        <w:tc>
          <w:tcPr>
            <w:tcW w:w="1873" w:type="dxa"/>
          </w:tcPr>
          <w:p w:rsidRPr="004B7FC6" w:rsidR="004B7FC6" w:rsidP="4B02B0DE" w:rsidRDefault="004B7FC6" w14:paraId="3FB2513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</w:t>
            </w:r>
          </w:p>
        </w:tc>
      </w:tr>
      <w:tr w:rsidRPr="009C54AE" w:rsidR="004B7FC6" w:rsidTr="4B02B0DE" w14:paraId="28D9E45B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56A76B19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4B7FC6" w:rsidR="004B7FC6" w:rsidP="4B02B0DE" w:rsidRDefault="004B7FC6" w14:paraId="70D3ED3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zobowiązaniowy. Wskazać i scharakteryzować jego elementy. Określić źródła zobowiązań i reguły wykonania i skutki niewykonania zobowiązań </w:t>
            </w:r>
          </w:p>
        </w:tc>
        <w:tc>
          <w:tcPr>
            <w:tcW w:w="1873" w:type="dxa"/>
          </w:tcPr>
          <w:p w:rsidRPr="004B7FC6" w:rsidR="004B7FC6" w:rsidP="4B02B0DE" w:rsidRDefault="004B7FC6" w14:paraId="600668D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K_W06</w:t>
            </w:r>
          </w:p>
        </w:tc>
      </w:tr>
      <w:tr w:rsidRPr="009C54AE" w:rsidR="004B7FC6" w:rsidTr="4B02B0DE" w14:paraId="459D81BD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4196080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4B7FC6" w:rsidR="004B7FC6" w:rsidP="4B02B0DE" w:rsidRDefault="004B7FC6" w14:paraId="0440546C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Wskazać reguły odpowiedzialności odszkodowawczej i zakres obowiązku naprawienia szkody </w:t>
            </w:r>
          </w:p>
        </w:tc>
        <w:tc>
          <w:tcPr>
            <w:tcW w:w="1873" w:type="dxa"/>
          </w:tcPr>
          <w:p w:rsidRPr="004B7FC6" w:rsidR="004B7FC6" w:rsidP="4B02B0DE" w:rsidRDefault="004B7FC6" w14:paraId="75106F8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K_W03, K_U12</w:t>
            </w:r>
          </w:p>
        </w:tc>
      </w:tr>
      <w:tr w:rsidRPr="009C54AE" w:rsidR="004B7FC6" w:rsidTr="4B02B0DE" w14:paraId="30A8D77F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78C3198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4B7FC6" w:rsidR="004B7FC6" w:rsidP="4B02B0DE" w:rsidRDefault="004B7FC6" w14:paraId="313A970C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Scharakteryzować treść podstawowych typów umownych stosunków obligacyjnych oraz reguły ich kreowania i wygaszania </w:t>
            </w:r>
          </w:p>
        </w:tc>
        <w:tc>
          <w:tcPr>
            <w:tcW w:w="1873" w:type="dxa"/>
          </w:tcPr>
          <w:p w:rsidRPr="004B7FC6" w:rsidR="004B7FC6" w:rsidP="4B02B0DE" w:rsidRDefault="004B7FC6" w14:paraId="77B976F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K_W03, K_U01</w:t>
            </w:r>
          </w:p>
        </w:tc>
      </w:tr>
      <w:tr w:rsidRPr="009C54AE" w:rsidR="004B7FC6" w:rsidTr="4B02B0DE" w14:paraId="7FFD426B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7435726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Pr="004B7FC6" w:rsidR="004B7FC6" w:rsidP="4B02B0DE" w:rsidRDefault="004B7FC6" w14:paraId="6D8565F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Wyjaśnić istotę stosunku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prawno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rzeczowego, Wskazać i scharakteryzować prawa rzeczowe, Objaśnić reguły dokonywania czynności prawnych, prowadzących do powstania praw rzeczowych. </w:t>
            </w:r>
          </w:p>
        </w:tc>
        <w:tc>
          <w:tcPr>
            <w:tcW w:w="1873" w:type="dxa"/>
          </w:tcPr>
          <w:p w:rsidRPr="004B7FC6" w:rsidR="004B7FC6" w:rsidP="4B02B0DE" w:rsidRDefault="004B7FC6" w14:paraId="5615967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K_W06, K_U12</w:t>
            </w:r>
          </w:p>
        </w:tc>
      </w:tr>
      <w:tr w:rsidRPr="009C54AE" w:rsidR="004B7FC6" w:rsidTr="4B02B0DE" w14:paraId="5D677DC3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139A521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Pr="004B7FC6" w:rsidR="004B7FC6" w:rsidP="4B02B0DE" w:rsidRDefault="004B7FC6" w14:paraId="68AC3FC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Wskazać zasady rządzące prawem spadkowym. Podać istotę czynności prawnej z zakresu prawa spadkowego. Scharakteryzować istotę czynności na wypadek śmierci. </w:t>
            </w:r>
          </w:p>
        </w:tc>
        <w:tc>
          <w:tcPr>
            <w:tcW w:w="1873" w:type="dxa"/>
          </w:tcPr>
          <w:p w:rsidRPr="004B7FC6" w:rsidR="004B7FC6" w:rsidP="4B02B0DE" w:rsidRDefault="004B7FC6" w14:paraId="1BA208D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K_W03, K_U01</w:t>
            </w:r>
          </w:p>
        </w:tc>
      </w:tr>
      <w:tr w:rsidRPr="009C54AE" w:rsidR="004B7FC6" w:rsidTr="4B02B0DE" w14:paraId="7E680868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55CE86D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Pr="004B7FC6" w:rsidR="004B7FC6" w:rsidP="4B02B0DE" w:rsidRDefault="004B7FC6" w14:paraId="1A7E87E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Komunikować się w języku prawniczym z zakresu prawa cywilnego Przedstawić i uzasadnić stanowisko w zakresie zastosowania podstawowych norm praw</w:t>
            </w:r>
          </w:p>
        </w:tc>
        <w:tc>
          <w:tcPr>
            <w:tcW w:w="1873" w:type="dxa"/>
          </w:tcPr>
          <w:p w:rsidRPr="004B7FC6" w:rsidR="004B7FC6" w:rsidP="4B02B0DE" w:rsidRDefault="004B7FC6" w14:paraId="44B69969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K_K07</w:t>
            </w:r>
          </w:p>
        </w:tc>
      </w:tr>
    </w:tbl>
    <w:p w:rsidRPr="009C54AE" w:rsidR="0085747A" w:rsidP="4B02B0DE" w:rsidRDefault="0085747A" w14:paraId="4B99056E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4B7FC6" w:rsidR="0085747A" w:rsidP="4B02B0D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z w:val="24"/>
          <w:szCs w:val="24"/>
        </w:rPr>
        <w:t>3.3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 xml:space="preserve"> </w:t>
      </w:r>
      <w:r w:rsidRPr="4B02B0DE" w:rsidR="0085747A">
        <w:rPr>
          <w:rFonts w:ascii="Corbel" w:hAnsi="Corbel" w:eastAsia="Corbel" w:cs="Corbel"/>
          <w:b/>
          <w:bCs/>
          <w:sz w:val="24"/>
          <w:szCs w:val="24"/>
        </w:rPr>
        <w:t>T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 xml:space="preserve">reści programowe </w:t>
      </w:r>
      <w:r w:rsidRPr="4B02B0DE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4B02B0D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>Problematyka ćwiczeń audytoryjnych, konwersatoryjnych, laboratoryjnych</w:t>
      </w:r>
      <w:r w:rsidRPr="4B02B0DE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4B02B0DE">
        <w:rPr>
          <w:rFonts w:ascii="Corbel" w:hAnsi="Corbel" w:eastAsia="Corbel" w:cs="Corbel"/>
          <w:sz w:val="24"/>
          <w:szCs w:val="24"/>
        </w:rPr>
        <w:t xml:space="preserve">zajęć praktycznych </w:t>
      </w:r>
    </w:p>
    <w:p w:rsidRPr="009C54AE" w:rsidR="0085747A" w:rsidP="4B02B0DE" w:rsidRDefault="0085747A" w14:paraId="1299C43A" w14:textId="77777777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09"/>
      </w:tblGrid>
      <w:tr w:rsidRPr="00960EAE" w:rsidR="004B7FC6" w:rsidTr="4B02B0DE" w14:paraId="587EA2A8" w14:textId="77777777">
        <w:tc>
          <w:tcPr>
            <w:tcW w:w="8109" w:type="dxa"/>
          </w:tcPr>
          <w:p w:rsidRPr="004B7FC6" w:rsidR="004B7FC6" w:rsidP="4B02B0DE" w:rsidRDefault="004B7FC6" w14:paraId="35113026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60EAE" w:rsidR="004B7FC6" w:rsidTr="4B02B0DE" w14:paraId="7677F99B" w14:textId="77777777">
        <w:tc>
          <w:tcPr>
            <w:tcW w:w="8109" w:type="dxa"/>
          </w:tcPr>
          <w:p w:rsidRPr="004B7FC6" w:rsidR="004B7FC6" w:rsidP="4B02B0DE" w:rsidRDefault="004B7FC6" w14:paraId="2FFF019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Pr="00960EAE" w:rsidR="004B7FC6" w:rsidTr="4B02B0DE" w14:paraId="27566BED" w14:textId="77777777">
        <w:tc>
          <w:tcPr>
            <w:tcW w:w="8109" w:type="dxa"/>
          </w:tcPr>
          <w:p w:rsidRPr="004B7FC6" w:rsidR="004B7FC6" w:rsidP="4B02B0DE" w:rsidRDefault="004B7FC6" w14:paraId="2851036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>Prawo podmiotowe, przedmioty stosunku cywilnoprawnego</w:t>
            </w:r>
          </w:p>
        </w:tc>
      </w:tr>
      <w:tr w:rsidRPr="00960EAE" w:rsidR="004B7FC6" w:rsidTr="4B02B0DE" w14:paraId="7319941E" w14:textId="77777777">
        <w:tc>
          <w:tcPr>
            <w:tcW w:w="8109" w:type="dxa"/>
          </w:tcPr>
          <w:p w:rsidRPr="004B7FC6" w:rsidR="004B7FC6" w:rsidP="4B02B0DE" w:rsidRDefault="004B7FC6" w14:paraId="75E029BC" w14:textId="402BC6AC">
            <w:p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Ogólne wiadomości o prawie rzeczowym, </w:t>
            </w:r>
            <w:r w:rsidRPr="4B02B0DE" w:rsidR="255709B9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pojęcie</w:t>
            </w: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 własności i jej uwarunkowania społeczno-</w:t>
            </w:r>
            <w:r w:rsidRPr="4B02B0DE" w:rsidR="205DE8ED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g</w:t>
            </w: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ospodarcze</w:t>
            </w:r>
          </w:p>
        </w:tc>
      </w:tr>
      <w:tr w:rsidRPr="00960EAE" w:rsidR="004B7FC6" w:rsidTr="4B02B0DE" w14:paraId="5299C666" w14:textId="77777777">
        <w:tc>
          <w:tcPr>
            <w:tcW w:w="8109" w:type="dxa"/>
          </w:tcPr>
          <w:p w:rsidRPr="004B7FC6" w:rsidR="004B7FC6" w:rsidP="4B02B0DE" w:rsidRDefault="004B7FC6" w14:paraId="32F02822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Treść, zakres i wykonywanie własności, nabycie i utrata własności</w:t>
            </w:r>
          </w:p>
        </w:tc>
      </w:tr>
      <w:tr w:rsidRPr="00960EAE" w:rsidR="004B7FC6" w:rsidTr="4B02B0DE" w14:paraId="42951DC8" w14:textId="77777777">
        <w:tc>
          <w:tcPr>
            <w:tcW w:w="8109" w:type="dxa"/>
          </w:tcPr>
          <w:p w:rsidRPr="004B7FC6" w:rsidR="004B7FC6" w:rsidP="4B02B0DE" w:rsidRDefault="004B7FC6" w14:paraId="60F2BB18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Użytkowanie wieczyste</w:t>
            </w:r>
          </w:p>
        </w:tc>
      </w:tr>
      <w:tr w:rsidRPr="00960EAE" w:rsidR="004B7FC6" w:rsidTr="4B02B0DE" w14:paraId="65922465" w14:textId="77777777">
        <w:tc>
          <w:tcPr>
            <w:tcW w:w="8109" w:type="dxa"/>
          </w:tcPr>
          <w:p w:rsidRPr="004B7FC6" w:rsidR="004B7FC6" w:rsidP="4B02B0DE" w:rsidRDefault="004B7FC6" w14:paraId="46AF8B1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rzeczowe ograniczone - przepisy ogólne</w:t>
            </w:r>
          </w:p>
        </w:tc>
      </w:tr>
      <w:tr w:rsidRPr="00960EAE" w:rsidR="004B7FC6" w:rsidTr="4B02B0DE" w14:paraId="1DA8F746" w14:textId="77777777">
        <w:tc>
          <w:tcPr>
            <w:tcW w:w="8109" w:type="dxa"/>
          </w:tcPr>
          <w:p w:rsidRPr="004B7FC6" w:rsidR="004B7FC6" w:rsidP="4B02B0DE" w:rsidRDefault="004B7FC6" w14:paraId="7F4203D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Użytkowanie, służebności</w:t>
            </w:r>
          </w:p>
        </w:tc>
      </w:tr>
      <w:tr w:rsidRPr="00960EAE" w:rsidR="004B7FC6" w:rsidTr="4B02B0DE" w14:paraId="6147AAAC" w14:textId="77777777">
        <w:tc>
          <w:tcPr>
            <w:tcW w:w="8109" w:type="dxa"/>
          </w:tcPr>
          <w:p w:rsidRPr="004B7FC6" w:rsidR="004B7FC6" w:rsidP="4B02B0DE" w:rsidRDefault="004B7FC6" w14:paraId="06AD3F24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zastawnicze, hipoteka, zastaw, posiadanie</w:t>
            </w:r>
          </w:p>
        </w:tc>
      </w:tr>
      <w:tr w:rsidRPr="00960EAE" w:rsidR="004B7FC6" w:rsidTr="4B02B0DE" w14:paraId="46A8B670" w14:textId="77777777">
        <w:tc>
          <w:tcPr>
            <w:tcW w:w="8109" w:type="dxa"/>
          </w:tcPr>
          <w:p w:rsidRPr="004B7FC6" w:rsidR="004B7FC6" w:rsidP="4B02B0DE" w:rsidRDefault="004B7FC6" w14:paraId="4AAAF27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Księgi wieczyste i ewidencja gruntów</w:t>
            </w:r>
          </w:p>
        </w:tc>
      </w:tr>
      <w:tr w:rsidRPr="00960EAE" w:rsidR="004B7FC6" w:rsidTr="4B02B0DE" w14:paraId="18807836" w14:textId="77777777">
        <w:tc>
          <w:tcPr>
            <w:tcW w:w="8109" w:type="dxa"/>
          </w:tcPr>
          <w:p w:rsidRPr="004B7FC6" w:rsidR="004B7FC6" w:rsidP="4B02B0DE" w:rsidRDefault="004B7FC6" w14:paraId="483DA61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sz w:val="24"/>
                <w:szCs w:val="24"/>
                <w:shd w:val="clear" w:color="auto" w:fill="FFFFFF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Pr="00960EAE" w:rsidR="004B7FC6" w:rsidTr="4B02B0DE" w14:paraId="43131CF8" w14:textId="77777777">
        <w:tc>
          <w:tcPr>
            <w:tcW w:w="8109" w:type="dxa"/>
          </w:tcPr>
          <w:p w:rsidRPr="004B7FC6" w:rsidR="004B7FC6" w:rsidP="4B02B0DE" w:rsidRDefault="004B7FC6" w14:paraId="4D5877A0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Zobowiązanie, świadczenie</w:t>
            </w:r>
          </w:p>
        </w:tc>
      </w:tr>
      <w:tr w:rsidRPr="00960EAE" w:rsidR="004B7FC6" w:rsidTr="4B02B0DE" w14:paraId="1C556D68" w14:textId="77777777">
        <w:tc>
          <w:tcPr>
            <w:tcW w:w="8109" w:type="dxa"/>
          </w:tcPr>
          <w:p w:rsidRPr="004B7FC6" w:rsidR="004B7FC6" w:rsidP="4B02B0DE" w:rsidRDefault="004B7FC6" w14:paraId="7C21E47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Pr="00960EAE" w:rsidR="004B7FC6" w:rsidTr="4B02B0DE" w14:paraId="271D1787" w14:textId="77777777">
        <w:tc>
          <w:tcPr>
            <w:tcW w:w="8109" w:type="dxa"/>
          </w:tcPr>
          <w:p w:rsidRPr="004B7FC6" w:rsidR="004B7FC6" w:rsidP="4B02B0DE" w:rsidRDefault="004B7FC6" w14:paraId="2E4C43F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Umowy zobowiązaniowe, umowy konsumenckie</w:t>
            </w:r>
          </w:p>
        </w:tc>
      </w:tr>
      <w:tr w:rsidRPr="00960EAE" w:rsidR="004B7FC6" w:rsidTr="4B02B0DE" w14:paraId="56AE2347" w14:textId="77777777">
        <w:tc>
          <w:tcPr>
            <w:tcW w:w="8109" w:type="dxa"/>
          </w:tcPr>
          <w:p w:rsidRPr="004B7FC6" w:rsidR="004B7FC6" w:rsidP="4B02B0DE" w:rsidRDefault="004B7FC6" w14:paraId="21979A79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Pr="00960EAE" w:rsidR="004B7FC6" w:rsidTr="4B02B0DE" w14:paraId="677E54DF" w14:textId="77777777">
        <w:tc>
          <w:tcPr>
            <w:tcW w:w="8109" w:type="dxa"/>
          </w:tcPr>
          <w:p w:rsidRPr="004B7FC6" w:rsidR="004B7FC6" w:rsidP="4B02B0DE" w:rsidRDefault="004B7FC6" w14:paraId="1AF0C27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Czyny niedozwolone </w:t>
            </w:r>
          </w:p>
        </w:tc>
      </w:tr>
      <w:tr w:rsidRPr="00960EAE" w:rsidR="004B7FC6" w:rsidTr="4B02B0DE" w14:paraId="2B858E52" w14:textId="77777777">
        <w:tc>
          <w:tcPr>
            <w:tcW w:w="8109" w:type="dxa"/>
          </w:tcPr>
          <w:p w:rsidRPr="004B7FC6" w:rsidR="004B7FC6" w:rsidP="4B02B0DE" w:rsidRDefault="004B7FC6" w14:paraId="162E334F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Odpowiedzialność za cudze czyny</w:t>
            </w:r>
          </w:p>
        </w:tc>
      </w:tr>
      <w:tr w:rsidRPr="00960EAE" w:rsidR="004B7FC6" w:rsidTr="4B02B0DE" w14:paraId="142A04C9" w14:textId="77777777">
        <w:tc>
          <w:tcPr>
            <w:tcW w:w="8109" w:type="dxa"/>
          </w:tcPr>
          <w:p w:rsidRPr="004B7FC6" w:rsidR="004B7FC6" w:rsidP="4B02B0DE" w:rsidRDefault="004B7FC6" w14:paraId="5D58DE4C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Pr="00960EAE" w:rsidR="004B7FC6" w:rsidTr="4B02B0DE" w14:paraId="0222E265" w14:textId="77777777">
        <w:tc>
          <w:tcPr>
            <w:tcW w:w="8109" w:type="dxa"/>
          </w:tcPr>
          <w:p w:rsidRPr="004B7FC6" w:rsidR="004B7FC6" w:rsidP="4B02B0DE" w:rsidRDefault="004B7FC6" w14:paraId="4929C43C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Pr="00960EAE" w:rsidR="004B7FC6" w:rsidTr="4B02B0DE" w14:paraId="096E3549" w14:textId="77777777">
        <w:tc>
          <w:tcPr>
            <w:tcW w:w="8109" w:type="dxa"/>
          </w:tcPr>
          <w:p w:rsidRPr="004B7FC6" w:rsidR="004B7FC6" w:rsidP="4B02B0DE" w:rsidRDefault="004B7FC6" w14:paraId="36E4B79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Pr="00960EAE" w:rsidR="004B7FC6" w:rsidTr="4B02B0DE" w14:paraId="40635B02" w14:textId="77777777">
        <w:tc>
          <w:tcPr>
            <w:tcW w:w="8109" w:type="dxa"/>
          </w:tcPr>
          <w:p w:rsidRPr="004B7FC6" w:rsidR="004B7FC6" w:rsidP="4B02B0DE" w:rsidRDefault="004B7FC6" w14:paraId="00BF3EAF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Wygaśnięcie zobowiązania</w:t>
            </w:r>
          </w:p>
        </w:tc>
      </w:tr>
      <w:tr w:rsidRPr="00960EAE" w:rsidR="004B7FC6" w:rsidTr="4B02B0DE" w14:paraId="47186425" w14:textId="77777777">
        <w:tc>
          <w:tcPr>
            <w:tcW w:w="8109" w:type="dxa"/>
          </w:tcPr>
          <w:p w:rsidRPr="004B7FC6" w:rsidR="004B7FC6" w:rsidP="4B02B0DE" w:rsidRDefault="004B7FC6" w14:paraId="066ED961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Zmiana dłużnika</w:t>
            </w:r>
          </w:p>
        </w:tc>
      </w:tr>
      <w:tr w:rsidRPr="00960EAE" w:rsidR="004B7FC6" w:rsidTr="4B02B0DE" w14:paraId="1DDA4880" w14:textId="77777777">
        <w:tc>
          <w:tcPr>
            <w:tcW w:w="8109" w:type="dxa"/>
          </w:tcPr>
          <w:p w:rsidRPr="004B7FC6" w:rsidR="004B7FC6" w:rsidP="4B02B0DE" w:rsidRDefault="004B7FC6" w14:paraId="55AA712A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Pr="00960EAE" w:rsidR="004B7FC6" w:rsidTr="4B02B0DE" w14:paraId="26BBC83F" w14:textId="77777777">
        <w:tc>
          <w:tcPr>
            <w:tcW w:w="8109" w:type="dxa"/>
          </w:tcPr>
          <w:p w:rsidRPr="004B7FC6" w:rsidR="004B7FC6" w:rsidP="4B02B0DE" w:rsidRDefault="004B7FC6" w14:paraId="7CA1BB86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Umowy regulujące przeniesienie praw</w:t>
            </w:r>
          </w:p>
        </w:tc>
      </w:tr>
      <w:tr w:rsidRPr="00960EAE" w:rsidR="004B7FC6" w:rsidTr="4B02B0DE" w14:paraId="1912EF11" w14:textId="77777777">
        <w:tc>
          <w:tcPr>
            <w:tcW w:w="8109" w:type="dxa"/>
          </w:tcPr>
          <w:p w:rsidRPr="004B7FC6" w:rsidR="004B7FC6" w:rsidP="4B02B0DE" w:rsidRDefault="004B7FC6" w14:paraId="2FD44FBD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Darowizna</w:t>
            </w:r>
          </w:p>
        </w:tc>
      </w:tr>
      <w:tr w:rsidRPr="00960EAE" w:rsidR="004B7FC6" w:rsidTr="4B02B0DE" w14:paraId="3F46B32B" w14:textId="77777777">
        <w:tc>
          <w:tcPr>
            <w:tcW w:w="8109" w:type="dxa"/>
          </w:tcPr>
          <w:p w:rsidRPr="004B7FC6" w:rsidR="004B7FC6" w:rsidP="4B02B0DE" w:rsidRDefault="004B7FC6" w14:paraId="04B5973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Umowa przekazania nieruchomości</w:t>
            </w:r>
          </w:p>
        </w:tc>
      </w:tr>
      <w:tr w:rsidRPr="00960EAE" w:rsidR="004B7FC6" w:rsidTr="4B02B0DE" w14:paraId="16999A96" w14:textId="77777777">
        <w:tc>
          <w:tcPr>
            <w:tcW w:w="8109" w:type="dxa"/>
          </w:tcPr>
          <w:p w:rsidRPr="004B7FC6" w:rsidR="004B7FC6" w:rsidP="4B02B0DE" w:rsidRDefault="004B7FC6" w14:paraId="51F7A595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Umowy regulujące używanie rzeczy</w:t>
            </w:r>
          </w:p>
        </w:tc>
      </w:tr>
      <w:tr w:rsidRPr="00960EAE" w:rsidR="004B7FC6" w:rsidTr="4B02B0DE" w14:paraId="7A6CF590" w14:textId="77777777">
        <w:tc>
          <w:tcPr>
            <w:tcW w:w="8109" w:type="dxa"/>
          </w:tcPr>
          <w:p w:rsidRPr="004B7FC6" w:rsidR="004B7FC6" w:rsidP="4B02B0DE" w:rsidRDefault="004B7FC6" w14:paraId="485DBDD8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Dzierżawa, leasing, przechowanie</w:t>
            </w:r>
          </w:p>
        </w:tc>
      </w:tr>
      <w:tr w:rsidRPr="00960EAE" w:rsidR="004B7FC6" w:rsidTr="4B02B0DE" w14:paraId="6428D033" w14:textId="77777777">
        <w:tc>
          <w:tcPr>
            <w:tcW w:w="8109" w:type="dxa"/>
          </w:tcPr>
          <w:p w:rsidRPr="004B7FC6" w:rsidR="004B7FC6" w:rsidP="4B02B0DE" w:rsidRDefault="004B7FC6" w14:paraId="704B4BF9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Umowa składu, komisu, przewozu</w:t>
            </w:r>
          </w:p>
        </w:tc>
      </w:tr>
      <w:tr w:rsidRPr="00960EAE" w:rsidR="004B7FC6" w:rsidTr="4B02B0DE" w14:paraId="0EF2C7FE" w14:textId="77777777">
        <w:tc>
          <w:tcPr>
            <w:tcW w:w="8109" w:type="dxa"/>
          </w:tcPr>
          <w:p w:rsidRPr="004B7FC6" w:rsidR="004B7FC6" w:rsidP="4B02B0DE" w:rsidRDefault="004B7FC6" w14:paraId="71A0560A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Pr="00960EAE" w:rsidR="004B7FC6" w:rsidTr="4B02B0DE" w14:paraId="05789D00" w14:textId="77777777">
        <w:tc>
          <w:tcPr>
            <w:tcW w:w="8109" w:type="dxa"/>
          </w:tcPr>
          <w:p w:rsidRPr="004B7FC6" w:rsidR="004B7FC6" w:rsidP="4B02B0DE" w:rsidRDefault="004B7FC6" w14:paraId="17E8AF38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Ubezpieczenia gospodarcze</w:t>
            </w:r>
          </w:p>
        </w:tc>
      </w:tr>
    </w:tbl>
    <w:p w:rsidRPr="009C54AE" w:rsidR="0085747A" w:rsidP="4B02B0DE" w:rsidRDefault="0085747A" w14:paraId="4DDBEF00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="0085747A" w:rsidP="4B02B0DE" w:rsidRDefault="009F4610" w14:paraId="61F0D56C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smallCaps w:val="0"/>
        </w:rPr>
        <w:t>3.4 Metody dydaktyczne</w:t>
      </w:r>
      <w:r w:rsidRPr="4B02B0DE">
        <w:rPr>
          <w:rFonts w:ascii="Corbel" w:hAnsi="Corbel" w:eastAsia="Corbel" w:cs="Corbel"/>
          <w:b w:val="0"/>
          <w:smallCaps w:val="0"/>
        </w:rPr>
        <w:t xml:space="preserve"> </w:t>
      </w:r>
    </w:p>
    <w:p w:rsidRPr="009C54AE" w:rsidR="004B7FC6" w:rsidP="4B02B0DE" w:rsidRDefault="004B7FC6" w14:paraId="3461D779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4B7FC6" w14:paraId="56E12EE6" w14:textId="7A8AA83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b w:val="0"/>
          <w:smallCaps w:val="0"/>
        </w:rPr>
        <w:t>Analiza tekstów z dyskusją, metoda projektów</w:t>
      </w:r>
      <w:r w:rsidRPr="4B02B0DE" w:rsidR="29714939">
        <w:rPr>
          <w:rFonts w:ascii="Corbel" w:hAnsi="Corbel" w:eastAsia="Corbel" w:cs="Corbel"/>
          <w:b w:val="0"/>
          <w:smallCaps w:val="0"/>
        </w:rPr>
        <w:t xml:space="preserve"> </w:t>
      </w:r>
      <w:r w:rsidRPr="4B02B0DE">
        <w:rPr>
          <w:rFonts w:ascii="Corbel" w:hAnsi="Corbel" w:eastAsia="Corbel" w:cs="Corbel"/>
          <w:b w:val="0"/>
          <w:smallCaps w:val="0"/>
        </w:rPr>
        <w:t>(projekt badawczy).</w:t>
      </w:r>
    </w:p>
    <w:p w:rsidR="00E960BB" w:rsidP="4B02B0DE" w:rsidRDefault="00E960BB" w14:paraId="3CF2D8B6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4B02B0D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4. </w:t>
      </w:r>
      <w:r w:rsidRPr="4B02B0DE" w:rsidR="0085747A">
        <w:rPr>
          <w:rFonts w:ascii="Corbel" w:hAnsi="Corbel" w:eastAsia="Corbel" w:cs="Corbel"/>
          <w:smallCaps w:val="0"/>
        </w:rPr>
        <w:t>METODY I KRYTERIA OCENY</w:t>
      </w:r>
      <w:r w:rsidRPr="4B02B0DE" w:rsidR="009F4610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B02B0DE" w:rsidRDefault="00923D7D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4B02B0DE" w:rsidRDefault="0085747A" w14:paraId="53742AD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4.1 Sposoby weryfikacji efektów </w:t>
      </w:r>
      <w:r w:rsidRPr="4B02B0DE" w:rsidR="00C05F44">
        <w:rPr>
          <w:rFonts w:ascii="Corbel" w:hAnsi="Corbel" w:eastAsia="Corbel" w:cs="Corbel"/>
          <w:smallCaps w:val="0"/>
        </w:rPr>
        <w:t>uczenia się</w:t>
      </w:r>
    </w:p>
    <w:p w:rsidRPr="009C54AE" w:rsidR="0085747A" w:rsidP="4B02B0DE" w:rsidRDefault="0085747A" w14:paraId="1FC39945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Pr="009C54AE" w:rsidR="0085747A" w:rsidTr="4B02B0DE" w14:paraId="3CD72C34" w14:textId="77777777">
        <w:tc>
          <w:tcPr>
            <w:tcW w:w="1985" w:type="dxa"/>
            <w:vAlign w:val="center"/>
          </w:tcPr>
          <w:p w:rsidRPr="009C54AE" w:rsidR="0085747A" w:rsidP="4B02B0D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4B02B0DE" w:rsidRDefault="02B4DCEC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:rsidRPr="009C54AE" w:rsidR="0085747A" w:rsidP="4B02B0D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(</w:t>
            </w:r>
            <w:r w:rsidRPr="4B02B0DE" w:rsidR="0085747A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4B02B0D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Forma zajęć dydaktycznych </w:t>
            </w:r>
          </w:p>
          <w:p w:rsidRPr="009C54AE" w:rsidR="0085747A" w:rsidP="4B02B0D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(w, </w:t>
            </w:r>
            <w:proofErr w:type="spellStart"/>
            <w:r w:rsidRPr="4B02B0DE">
              <w:rPr>
                <w:rFonts w:ascii="Corbel" w:hAnsi="Corbel" w:eastAsia="Corbel" w:cs="Corbel"/>
                <w:b w:val="0"/>
                <w:smallCaps w:val="0"/>
              </w:rPr>
              <w:t>ćw</w:t>
            </w:r>
            <w:proofErr w:type="spellEnd"/>
            <w:r w:rsidRPr="4B02B0DE">
              <w:rPr>
                <w:rFonts w:ascii="Corbel" w:hAnsi="Corbel" w:eastAsia="Corbel" w:cs="Corbel"/>
                <w:b w:val="0"/>
                <w:smallCaps w:val="0"/>
              </w:rPr>
              <w:t>, …)</w:t>
            </w:r>
          </w:p>
        </w:tc>
      </w:tr>
      <w:tr w:rsidRPr="009C54AE" w:rsidR="004B7FC6" w:rsidTr="4B02B0DE" w14:paraId="19DE3204" w14:textId="77777777">
        <w:tc>
          <w:tcPr>
            <w:tcW w:w="1985" w:type="dxa"/>
          </w:tcPr>
          <w:p w:rsidRPr="009C54AE" w:rsidR="004B7FC6" w:rsidP="4B02B0DE" w:rsidRDefault="004B7FC6" w14:paraId="1736856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proofErr w:type="spellStart"/>
            <w:r w:rsidRPr="4B02B0DE">
              <w:rPr>
                <w:rFonts w:ascii="Corbel" w:hAnsi="Corbel" w:eastAsia="Corbel" w:cs="Corbel"/>
                <w:b w:val="0"/>
              </w:rPr>
              <w:t>ek</w:t>
            </w:r>
            <w:proofErr w:type="spellEnd"/>
            <w:r w:rsidRPr="4B02B0DE">
              <w:rPr>
                <w:rFonts w:ascii="Corbel" w:hAnsi="Corbel" w:eastAsia="Corbel" w:cs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Pr="00254D70" w:rsidR="004B7FC6" w:rsidP="4B02B0DE" w:rsidRDefault="004B7FC6" w14:paraId="5A8B928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wyniki testu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śródsemestralnego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i końcowego;</w:t>
            </w:r>
          </w:p>
          <w:p w:rsidRPr="00254D70" w:rsidR="004B7FC6" w:rsidP="4B02B0DE" w:rsidRDefault="004B7FC6" w14:paraId="4907541B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:rsidRPr="00960EAE" w:rsidR="004B7FC6" w:rsidP="4B02B0DE" w:rsidRDefault="63D381CD" w14:paraId="432EC458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</w:t>
            </w:r>
            <w:r w:rsidRPr="4B02B0DE" w:rsidR="004B7FC6">
              <w:rPr>
                <w:rFonts w:ascii="Corbel" w:hAnsi="Corbel" w:eastAsia="Corbel" w:cs="Corbel"/>
                <w:b w:val="0"/>
                <w:smallCaps w:val="0"/>
              </w:rPr>
              <w:t>.</w:t>
            </w:r>
          </w:p>
        </w:tc>
      </w:tr>
      <w:tr w:rsidRPr="009C54AE" w:rsidR="004B7FC6" w:rsidTr="4B02B0DE" w14:paraId="30BC4F53" w14:textId="77777777">
        <w:tc>
          <w:tcPr>
            <w:tcW w:w="1985" w:type="dxa"/>
          </w:tcPr>
          <w:p w:rsidRPr="009C54AE" w:rsidR="004B7FC6" w:rsidP="4B02B0DE" w:rsidRDefault="004B7FC6" w14:paraId="727CF0E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:rsidRPr="00254D70" w:rsidR="004B7FC6" w:rsidP="4B02B0DE" w:rsidRDefault="004B7FC6" w14:paraId="2F6775F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wyniki testu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śródsemestralnego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i końcowego;</w:t>
            </w:r>
          </w:p>
          <w:p w:rsidRPr="00254D70" w:rsidR="004B7FC6" w:rsidP="4B02B0DE" w:rsidRDefault="004B7FC6" w14:paraId="25A0CCE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:rsidRPr="00960EAE" w:rsidR="004B7FC6" w:rsidP="4B02B0DE" w:rsidRDefault="6848E171" w14:paraId="65D75E23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3A85CC24" w14:textId="3F23892A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7E86FDEE" w14:textId="77777777">
        <w:tc>
          <w:tcPr>
            <w:tcW w:w="1985" w:type="dxa"/>
          </w:tcPr>
          <w:p w:rsidRPr="009C54AE" w:rsidR="004B7FC6" w:rsidP="4B02B0DE" w:rsidRDefault="004B7FC6" w14:paraId="1D652CB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Ek_03</w:t>
            </w:r>
          </w:p>
        </w:tc>
        <w:tc>
          <w:tcPr>
            <w:tcW w:w="5528" w:type="dxa"/>
          </w:tcPr>
          <w:p w:rsidRPr="00254D70" w:rsidR="004B7FC6" w:rsidP="4B02B0DE" w:rsidRDefault="004B7FC6" w14:paraId="6FF3D07A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zajęć;</w:t>
            </w:r>
          </w:p>
          <w:p w:rsidRPr="00254D70" w:rsidR="004B7FC6" w:rsidP="4B02B0DE" w:rsidRDefault="004B7FC6" w14:paraId="0AA8A86C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efekty pracy studenta w grupie podczas zajęć;</w:t>
            </w:r>
          </w:p>
          <w:p w:rsidRPr="00254D70" w:rsidR="004B7FC6" w:rsidP="4B02B0DE" w:rsidRDefault="004B7FC6" w14:paraId="6C2CBF7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 xml:space="preserve">ocena odpowiedzi podczas zajęć. </w:t>
            </w:r>
          </w:p>
        </w:tc>
        <w:tc>
          <w:tcPr>
            <w:tcW w:w="2126" w:type="dxa"/>
          </w:tcPr>
          <w:p w:rsidRPr="00960EAE" w:rsidR="004B7FC6" w:rsidP="4B02B0DE" w:rsidRDefault="04A97C52" w14:paraId="16325108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lastRenderedPageBreak/>
              <w:t>ćw.</w:t>
            </w:r>
          </w:p>
          <w:p w:rsidRPr="00960EAE" w:rsidR="004B7FC6" w:rsidP="4B02B0DE" w:rsidRDefault="004B7FC6" w14:paraId="6730A948" w14:textId="6B836373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59E66097" w14:textId="77777777">
        <w:tc>
          <w:tcPr>
            <w:tcW w:w="1985" w:type="dxa"/>
          </w:tcPr>
          <w:p w:rsidRPr="009C54AE" w:rsidR="004B7FC6" w:rsidP="4B02B0DE" w:rsidRDefault="004B7FC6" w14:paraId="5990E71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EK_04</w:t>
            </w:r>
          </w:p>
        </w:tc>
        <w:tc>
          <w:tcPr>
            <w:tcW w:w="5528" w:type="dxa"/>
          </w:tcPr>
          <w:p w:rsidRPr="00254D70" w:rsidR="004B7FC6" w:rsidP="4B02B0DE" w:rsidRDefault="004B7FC6" w14:paraId="1235B34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 (w tym wygłoszonego referatu);</w:t>
            </w:r>
          </w:p>
          <w:p w:rsidRPr="00254D70" w:rsidR="004B7FC6" w:rsidP="4B02B0DE" w:rsidRDefault="004B7FC6" w14:paraId="31A59DF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udział i efekty pracy studenta w grupie;</w:t>
            </w:r>
          </w:p>
          <w:p w:rsidRPr="00254D70" w:rsidR="004B7FC6" w:rsidP="4B02B0DE" w:rsidRDefault="004B7FC6" w14:paraId="1231191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obserwacja pracy studenta podczas zajęć;</w:t>
            </w:r>
          </w:p>
          <w:p w:rsidRPr="00254D70" w:rsidR="004B7FC6" w:rsidP="4B02B0DE" w:rsidRDefault="004B7FC6" w14:paraId="66F98F5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postawy studenta podczas zajęć.</w:t>
            </w:r>
          </w:p>
        </w:tc>
        <w:tc>
          <w:tcPr>
            <w:tcW w:w="2126" w:type="dxa"/>
          </w:tcPr>
          <w:p w:rsidRPr="00960EAE" w:rsidR="004B7FC6" w:rsidP="4B02B0DE" w:rsidRDefault="62E0C9EA" w14:paraId="2BABFE13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2FEF6B73" w14:textId="1E844184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2183EDDA" w14:textId="77777777">
        <w:tc>
          <w:tcPr>
            <w:tcW w:w="1985" w:type="dxa"/>
          </w:tcPr>
          <w:p w:rsidRPr="009C54AE" w:rsidR="004B7FC6" w:rsidP="4B02B0DE" w:rsidRDefault="004B7FC6" w14:paraId="4A2F109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EK_05</w:t>
            </w:r>
          </w:p>
        </w:tc>
        <w:tc>
          <w:tcPr>
            <w:tcW w:w="5528" w:type="dxa"/>
          </w:tcPr>
          <w:p w:rsidRPr="00254D70" w:rsidR="004B7FC6" w:rsidP="4B02B0DE" w:rsidRDefault="004B7FC6" w14:paraId="68770A3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 (w tym wygłoszonego referatu);</w:t>
            </w:r>
          </w:p>
          <w:p w:rsidRPr="00254D70" w:rsidR="004B7FC6" w:rsidP="4B02B0DE" w:rsidRDefault="004B7FC6" w14:paraId="67A50FC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udział i efekty pracy studenta w grupie;</w:t>
            </w:r>
          </w:p>
          <w:p w:rsidRPr="00254D70" w:rsidR="004B7FC6" w:rsidP="4B02B0DE" w:rsidRDefault="004B7FC6" w14:paraId="0A4B573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obserwacja pracy studenta podczas zajęć;</w:t>
            </w:r>
          </w:p>
          <w:p w:rsidRPr="00254D70" w:rsidR="004B7FC6" w:rsidP="4B02B0DE" w:rsidRDefault="004B7FC6" w14:paraId="464832B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postawy studenta podczas zajęć.</w:t>
            </w:r>
          </w:p>
        </w:tc>
        <w:tc>
          <w:tcPr>
            <w:tcW w:w="2126" w:type="dxa"/>
          </w:tcPr>
          <w:p w:rsidRPr="00960EAE" w:rsidR="004B7FC6" w:rsidP="4B02B0DE" w:rsidRDefault="053F4353" w14:paraId="327FD6F2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4B09A058" w14:textId="7729C3B8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4AC0F8A6" w14:textId="77777777">
        <w:tc>
          <w:tcPr>
            <w:tcW w:w="1985" w:type="dxa"/>
          </w:tcPr>
          <w:p w:rsidRPr="009C54AE" w:rsidR="004B7FC6" w:rsidP="4B02B0DE" w:rsidRDefault="004B7FC6" w14:paraId="1E73F495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EK_06</w:t>
            </w:r>
          </w:p>
        </w:tc>
        <w:tc>
          <w:tcPr>
            <w:tcW w:w="5528" w:type="dxa"/>
          </w:tcPr>
          <w:p w:rsidRPr="00254D70" w:rsidR="004B7FC6" w:rsidP="4B02B0DE" w:rsidRDefault="004B7FC6" w14:paraId="0BA46D7F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 (w tym wygłoszonego referatu);</w:t>
            </w:r>
          </w:p>
          <w:p w:rsidRPr="00254D70" w:rsidR="004B7FC6" w:rsidP="4B02B0DE" w:rsidRDefault="004B7FC6" w14:paraId="549BBC1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udział i efekty pracy studenta w grupie;</w:t>
            </w:r>
          </w:p>
          <w:p w:rsidRPr="00254D70" w:rsidR="004B7FC6" w:rsidP="4B02B0DE" w:rsidRDefault="004B7FC6" w14:paraId="135DD04B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obserwacja pracy studenta podczas zajęć;</w:t>
            </w:r>
          </w:p>
          <w:p w:rsidRPr="00254D70" w:rsidR="004B7FC6" w:rsidP="4B02B0DE" w:rsidRDefault="004B7FC6" w14:paraId="21044901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postawy studenta podczas zajęć.</w:t>
            </w:r>
          </w:p>
        </w:tc>
        <w:tc>
          <w:tcPr>
            <w:tcW w:w="2126" w:type="dxa"/>
          </w:tcPr>
          <w:p w:rsidRPr="00960EAE" w:rsidR="004B7FC6" w:rsidP="4B02B0DE" w:rsidRDefault="1AD05519" w14:paraId="2C484D38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661941C1" w14:textId="7A717308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1609C473" w14:textId="77777777">
        <w:tc>
          <w:tcPr>
            <w:tcW w:w="1985" w:type="dxa"/>
          </w:tcPr>
          <w:p w:rsidRPr="009C54AE" w:rsidR="004B7FC6" w:rsidP="4B02B0DE" w:rsidRDefault="004B7FC6" w14:paraId="1E02E8D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EK_07</w:t>
            </w:r>
          </w:p>
        </w:tc>
        <w:tc>
          <w:tcPr>
            <w:tcW w:w="5528" w:type="dxa"/>
          </w:tcPr>
          <w:p w:rsidRPr="00254D70" w:rsidR="004B7FC6" w:rsidP="4B02B0DE" w:rsidRDefault="004B7FC6" w14:paraId="5DED1A2E" w14:textId="7B92A186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i postawy studenta podczas zajęć;</w:t>
            </w:r>
            <w:r w:rsidRPr="4B02B0DE" w:rsidR="5D0E0E3D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udziału studenta w dyskusji podczas zajęć.</w:t>
            </w:r>
          </w:p>
        </w:tc>
        <w:tc>
          <w:tcPr>
            <w:tcW w:w="2126" w:type="dxa"/>
          </w:tcPr>
          <w:p w:rsidRPr="00960EAE" w:rsidR="004B7FC6" w:rsidP="4B02B0DE" w:rsidRDefault="5531DA30" w14:paraId="762ABF14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66FED7A5" w14:textId="2DB1972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</w:tbl>
    <w:p w:rsidRPr="009C54AE" w:rsidR="00923D7D" w:rsidP="4B02B0DE" w:rsidRDefault="00923D7D" w14:paraId="0562CB0E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3E1941" w14:paraId="0AFAEE5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4.2 </w:t>
      </w:r>
      <w:r w:rsidRPr="4B02B0DE" w:rsidR="0085747A">
        <w:rPr>
          <w:rFonts w:ascii="Corbel" w:hAnsi="Corbel" w:eastAsia="Corbel" w:cs="Corbel"/>
          <w:smallCaps w:val="0"/>
        </w:rPr>
        <w:t>Warunki zaliczenia przedmiotu (kryteria oceniania)</w:t>
      </w:r>
      <w:r w:rsidRPr="4B02B0DE" w:rsidR="00923D7D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B02B0DE" w:rsidRDefault="00923D7D" w14:paraId="34CE0A41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B02B0DE" w14:paraId="392585F8" w14:textId="77777777">
        <w:tc>
          <w:tcPr>
            <w:tcW w:w="9670" w:type="dxa"/>
          </w:tcPr>
          <w:p w:rsidRPr="00BE5FA0" w:rsidR="004B7FC6" w:rsidP="4B02B0DE" w:rsidRDefault="004B7FC6" w14:paraId="692046A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Ustalenie oceny zaliczeniowej na podstawie ocen cząstkowych (referat, aktywność na zajęciach, kolokwium –test)</w:t>
            </w:r>
          </w:p>
          <w:p w:rsidR="004B7FC6" w:rsidP="4B02B0DE" w:rsidRDefault="004B7FC6" w14:paraId="62EBF3C5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</w:rPr>
            </w:pPr>
          </w:p>
          <w:p w:rsidRPr="003C02B1" w:rsidR="004B7FC6" w:rsidP="4B02B0DE" w:rsidRDefault="004B7FC6" w14:paraId="36056C1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Ocena bardzo dobra – ocena bardzo dobra z referatu, aktywność na zajęciach, uzyskanie od 95% do 100% z testu </w:t>
            </w:r>
          </w:p>
          <w:p w:rsidRPr="003C02B1" w:rsidR="004B7FC6" w:rsidP="4B02B0DE" w:rsidRDefault="004B7FC6" w14:paraId="4196F5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Ocena +dobra – ocena +dobra z referatu, aktywność na zajęciach, uzyskanie od 90% do 94% z testu  </w:t>
            </w:r>
          </w:p>
          <w:p w:rsidRPr="003C02B1" w:rsidR="004B7FC6" w:rsidP="4B02B0DE" w:rsidRDefault="004B7FC6" w14:paraId="3B88D57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Ocena dobra – ocena dobra z referatu, aktywność na zajęciach, uzyskanie od 80% do 89% punktów z testu  </w:t>
            </w:r>
          </w:p>
          <w:p w:rsidRPr="003C02B1" w:rsidR="004B7FC6" w:rsidP="4B02B0DE" w:rsidRDefault="004B7FC6" w14:paraId="3EAE86F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+dostateczna  – ocena +dostateczna z referatu, aktywność na zajęciach, uzyskanie od 70 do 79% punktów z testu</w:t>
            </w:r>
          </w:p>
          <w:p w:rsidRPr="003C02B1" w:rsidR="004B7FC6" w:rsidP="4B02B0DE" w:rsidRDefault="004B7FC6" w14:paraId="45BAEBF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:rsidR="004B7FC6" w:rsidP="4B02B0DE" w:rsidRDefault="004B7FC6" w14:paraId="6D7C814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:rsidR="004B7FC6" w:rsidP="4B02B0DE" w:rsidRDefault="004B7FC6" w14:paraId="6D98A12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color w:val="FF0000"/>
                <w:sz w:val="24"/>
                <w:szCs w:val="24"/>
              </w:rPr>
            </w:pPr>
          </w:p>
          <w:p w:rsidRPr="00E318F3" w:rsidR="004B7FC6" w:rsidP="4B02B0DE" w:rsidRDefault="004B7FC6" w14:paraId="4B9505E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4B02B0DE" w:rsidRDefault="0085747A" w14:paraId="2946DB8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85747A" w:rsidP="4B02B0DE" w:rsidRDefault="0085747A" w14:paraId="5997CC1D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9F4610" w:rsidP="4B02B0DE" w:rsidRDefault="0085747A" w14:paraId="32066DA3" w14:textId="77777777">
      <w:pPr>
        <w:pStyle w:val="Bezodstpw"/>
        <w:ind w:left="284" w:hanging="284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z w:val="24"/>
          <w:szCs w:val="24"/>
        </w:rPr>
        <w:t xml:space="preserve">5. </w:t>
      </w:r>
      <w:r w:rsidRPr="4B02B0DE" w:rsidR="00C61DC5">
        <w:rPr>
          <w:rFonts w:ascii="Corbel" w:hAnsi="Corbel" w:eastAsia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4B02B0DE" w:rsidRDefault="0085747A" w14:paraId="110FFD37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B91525C" w14:paraId="63D9DE79" w14:textId="77777777">
        <w:tc>
          <w:tcPr>
            <w:tcW w:w="4962" w:type="dxa"/>
            <w:tcMar/>
            <w:vAlign w:val="center"/>
          </w:tcPr>
          <w:p w:rsidRPr="009C54AE" w:rsidR="0085747A" w:rsidP="4B02B0D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Forma a</w:t>
            </w:r>
            <w:r w:rsidRPr="4B02B0DE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ktywnoś</w:t>
            </w: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4B02B0D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Średnia l</w:t>
            </w:r>
            <w:r w:rsidRPr="4B02B0DE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iczba godzin</w:t>
            </w:r>
            <w:r w:rsidRPr="4B02B0DE" w:rsidR="0071620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 xml:space="preserve"> </w:t>
            </w: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B91525C" w14:paraId="33247FDA" w14:textId="77777777">
        <w:tc>
          <w:tcPr>
            <w:tcW w:w="4962" w:type="dxa"/>
            <w:tcMar/>
          </w:tcPr>
          <w:p w:rsidRPr="009C54AE" w:rsidR="0085747A" w:rsidP="4B02B0D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4B02B0DE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4B02B0DE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4B02B0DE" w:rsidR="6111DBBD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4B02B0DE" w:rsidR="00136D5D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B91525C" w:rsidRDefault="1ED16AD7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B91525C" w:rsidR="1ED16AD7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C61DC5" w:rsidTr="0B91525C" w14:paraId="409F0BAA" w14:textId="77777777">
        <w:tc>
          <w:tcPr>
            <w:tcW w:w="4962" w:type="dxa"/>
            <w:tcMar/>
          </w:tcPr>
          <w:p w:rsidRPr="009C54AE" w:rsidR="00C61DC5" w:rsidP="4B02B0D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4B02B0DE" w:rsidR="00136D5D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4B02B0D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B91525C" w:rsidRDefault="3E482911" w14:paraId="5D369756" w14:textId="35DD3C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B91525C" w:rsidR="6C880B4C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C61DC5" w:rsidTr="0B91525C" w14:paraId="7B807A0B" w14:textId="77777777">
        <w:tc>
          <w:tcPr>
            <w:tcW w:w="4962" w:type="dxa"/>
            <w:tcMar/>
          </w:tcPr>
          <w:p w:rsidRPr="009C54AE" w:rsidR="0071620A" w:rsidP="4B02B0D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4B02B0D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B91525C" w:rsidRDefault="3E482911" w14:paraId="5007C906" w14:textId="2B83A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B91525C" w:rsidR="2CCE81CB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85747A" w:rsidTr="0B91525C" w14:paraId="00D7B6FD" w14:textId="77777777">
        <w:tc>
          <w:tcPr>
            <w:tcW w:w="4962" w:type="dxa"/>
            <w:tcMar/>
          </w:tcPr>
          <w:p w:rsidRPr="009C54AE" w:rsidR="0085747A" w:rsidP="4B02B0D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B91525C" w:rsidRDefault="1ED16AD7" w14:paraId="174B1212" w14:textId="197738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B91525C" w:rsidR="1ED16AD7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0B91525C" w:rsidR="741C93F9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85747A" w:rsidTr="0B91525C" w14:paraId="0AD00C0E" w14:textId="77777777">
        <w:tc>
          <w:tcPr>
            <w:tcW w:w="4962" w:type="dxa"/>
            <w:tcMar/>
          </w:tcPr>
          <w:p w:rsidRPr="009C54AE" w:rsidR="0085747A" w:rsidP="4B02B0D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B91525C" w:rsidRDefault="3E482911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B91525C" w:rsidR="3E482911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85747A" w:rsidP="4B02B0DE" w:rsidRDefault="00923D7D" w14:paraId="6BBE219B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i/>
          <w:iCs/>
          <w:smallCaps w:val="0"/>
        </w:rPr>
      </w:pPr>
      <w:r w:rsidRPr="4B02B0DE">
        <w:rPr>
          <w:rFonts w:ascii="Corbel" w:hAnsi="Corbel" w:eastAsia="Corbel" w:cs="Corbel"/>
          <w:b w:val="0"/>
          <w:i/>
          <w:iCs/>
          <w:smallCaps w:val="0"/>
        </w:rPr>
        <w:t xml:space="preserve">* </w:t>
      </w:r>
      <w:r w:rsidRPr="4B02B0DE" w:rsidR="00C61DC5">
        <w:rPr>
          <w:rFonts w:ascii="Corbel" w:hAnsi="Corbel" w:eastAsia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:rsidRPr="009C54AE" w:rsidR="003E1941" w:rsidP="4B02B0DE" w:rsidRDefault="003E1941" w14:paraId="6B699379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71620A" w14:paraId="40334C7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6. </w:t>
      </w:r>
      <w:r w:rsidRPr="4B02B0DE" w:rsidR="0085747A">
        <w:rPr>
          <w:rFonts w:ascii="Corbel" w:hAnsi="Corbel" w:eastAsia="Corbel" w:cs="Corbel"/>
          <w:smallCaps w:val="0"/>
        </w:rPr>
        <w:t>PRAKTYKI ZAWO</w:t>
      </w:r>
      <w:r w:rsidRPr="4B02B0DE" w:rsidR="009D3F3B">
        <w:rPr>
          <w:rFonts w:ascii="Corbel" w:hAnsi="Corbel" w:eastAsia="Corbel" w:cs="Corbel"/>
          <w:smallCaps w:val="0"/>
        </w:rPr>
        <w:t>DOWE W RAMACH PRZEDMIOTU</w:t>
      </w:r>
    </w:p>
    <w:p w:rsidRPr="009C54AE" w:rsidR="0085747A" w:rsidP="4B02B0DE" w:rsidRDefault="0085747A" w14:paraId="3FE9F23F" w14:textId="77777777">
      <w:pPr>
        <w:pStyle w:val="Punktygwne"/>
        <w:spacing w:before="0" w:after="0"/>
        <w:ind w:left="36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B02B0DE" w14:paraId="146D6691" w14:textId="77777777">
        <w:trPr>
          <w:trHeight w:val="397"/>
        </w:trPr>
        <w:tc>
          <w:tcPr>
            <w:tcW w:w="3544" w:type="dxa"/>
          </w:tcPr>
          <w:p w:rsidRPr="009C54AE" w:rsidR="0085747A" w:rsidP="4B02B0DE" w:rsidRDefault="0085747A" w14:paraId="55E98D2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4B02B0DE" w:rsidRDefault="0085747A" w14:paraId="1F72F64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</w:p>
        </w:tc>
      </w:tr>
      <w:tr w:rsidRPr="009C54AE" w:rsidR="0085747A" w:rsidTr="4B02B0DE" w14:paraId="05EFD703" w14:textId="77777777">
        <w:trPr>
          <w:trHeight w:val="397"/>
        </w:trPr>
        <w:tc>
          <w:tcPr>
            <w:tcW w:w="3544" w:type="dxa"/>
          </w:tcPr>
          <w:p w:rsidRPr="009C54AE" w:rsidR="0085747A" w:rsidP="4B02B0DE" w:rsidRDefault="0085747A" w14:paraId="7C3ADC5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4B02B0DE" w:rsidRDefault="0085747A" w14:paraId="08CE6F9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3E1941" w:rsidP="4B02B0DE" w:rsidRDefault="003E1941" w14:paraId="61CDCEAD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675843" w14:paraId="7630DC2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7. </w:t>
      </w:r>
      <w:r w:rsidRPr="4B02B0DE" w:rsidR="0085747A">
        <w:rPr>
          <w:rFonts w:ascii="Corbel" w:hAnsi="Corbel" w:eastAsia="Corbel" w:cs="Corbel"/>
          <w:smallCaps w:val="0"/>
        </w:rPr>
        <w:t>LITERATURA</w:t>
      </w:r>
      <w:r w:rsidRPr="4B02B0DE">
        <w:rPr>
          <w:rFonts w:ascii="Corbel" w:hAnsi="Corbel" w:eastAsia="Corbel" w:cs="Corbel"/>
          <w:smallCaps w:val="0"/>
        </w:rPr>
        <w:t xml:space="preserve"> </w:t>
      </w:r>
    </w:p>
    <w:p w:rsidRPr="009C54AE" w:rsidR="00675843" w:rsidP="4B02B0DE" w:rsidRDefault="00675843" w14:paraId="6BB9E253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B02B0DE" w14:paraId="45917B98" w14:textId="77777777">
        <w:trPr>
          <w:trHeight w:val="397"/>
        </w:trPr>
        <w:tc>
          <w:tcPr>
            <w:tcW w:w="7513" w:type="dxa"/>
          </w:tcPr>
          <w:p w:rsidRPr="001D1F14" w:rsidR="0085747A" w:rsidP="4B02B0DE" w:rsidRDefault="0085747A" w14:paraId="729C969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mallCaps w:val="0"/>
              </w:rPr>
            </w:pPr>
            <w:r w:rsidRPr="4B02B0DE">
              <w:rPr>
                <w:rFonts w:ascii="Corbel" w:hAnsi="Corbel" w:eastAsia="Corbel" w:cs="Corbel"/>
                <w:smallCaps w:val="0"/>
              </w:rPr>
              <w:t>Literatura podstawowa:</w:t>
            </w:r>
          </w:p>
          <w:p w:rsidRPr="001D1F14" w:rsidR="001D1F14" w:rsidP="4B02B0DE" w:rsidRDefault="7E0E3D70" w14:paraId="78685007" w14:textId="5CCFA715">
            <w:pPr>
              <w:spacing w:after="0"/>
              <w:jc w:val="both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Brzozowski A., 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Jastrzębski J., Kaliński M., Skowrońska-Bocian E., </w:t>
            </w:r>
            <w:r w:rsidRPr="4B02B0DE">
              <w:rPr>
                <w:rFonts w:ascii="Times New Roman" w:hAnsi="Times New Roman" w:eastAsia="Times New Roman"/>
                <w:i/>
                <w:iCs/>
                <w:color w:val="000000" w:themeColor="text1"/>
                <w:sz w:val="24"/>
                <w:szCs w:val="24"/>
              </w:rPr>
              <w:t>Zobowiązania. Część ogólna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 Polska, Warszawa 2013.</w:t>
            </w:r>
          </w:p>
          <w:p w:rsidRPr="001D1F14" w:rsidR="001D1F14" w:rsidP="4B02B0DE" w:rsidRDefault="7E0E3D70" w14:paraId="508DB727" w14:textId="40163585">
            <w:pPr>
              <w:spacing w:after="0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Ignatowicz J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., Stefaniuk K., </w:t>
            </w:r>
            <w:r w:rsidRPr="4B02B0DE">
              <w:rPr>
                <w:rFonts w:ascii="Times New Roman" w:hAnsi="Times New Roman" w:eastAsia="Times New Roman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, Wydawnictwo Prawnicze </w:t>
            </w:r>
            <w:proofErr w:type="spellStart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, Warszawa 2012. 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r w:rsidR="001D1F14">
              <w:br/>
            </w:r>
            <w:r w:rsidR="001D1F14">
              <w:br/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Radwański Z., Olejniczak A.,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cywilne: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Wydawnictwo C.H. Beck, Warszawa 2015. </w:t>
            </w:r>
          </w:p>
          <w:p w:rsidRPr="001D1F14" w:rsidR="001D1F14" w:rsidP="4B02B0DE" w:rsidRDefault="7E0E3D70" w14:paraId="60B99EBC" w14:textId="1BCDD0A9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Radwański Z</w:t>
            </w:r>
            <w:r w:rsidRPr="4B02B0DE">
              <w:rPr>
                <w:rFonts w:ascii="Times New Roman" w:hAnsi="Times New Roman" w:eastAsia="Times New Roman"/>
                <w:sz w:val="24"/>
                <w:szCs w:val="24"/>
              </w:rPr>
              <w:t xml:space="preserve">., Panowicz-Lipska J., </w:t>
            </w:r>
            <w:r w:rsidRPr="4B02B0DE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Zobowiązania - część szczegółowa</w:t>
            </w:r>
            <w:r w:rsidRPr="4B02B0DE">
              <w:rPr>
                <w:rFonts w:ascii="Times New Roman" w:hAnsi="Times New Roman" w:eastAsia="Times New Roman"/>
                <w:sz w:val="24"/>
                <w:szCs w:val="24"/>
              </w:rPr>
              <w:t>, Wydawnictwo C.H. BECK, Warszawa 2015.</w:t>
            </w:r>
          </w:p>
          <w:p w:rsidRPr="001D1F14" w:rsidR="001D1F14" w:rsidP="4B02B0DE" w:rsidRDefault="001D1F14" w14:paraId="1A6DF206" w14:textId="02E88C8E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Pr="009C54AE" w:rsidR="0085747A" w:rsidTr="4B02B0DE" w14:paraId="4E3A5E6C" w14:textId="77777777">
        <w:trPr>
          <w:trHeight w:val="397"/>
        </w:trPr>
        <w:tc>
          <w:tcPr>
            <w:tcW w:w="7513" w:type="dxa"/>
          </w:tcPr>
          <w:p w:rsidR="0085747A" w:rsidP="4B02B0DE" w:rsidRDefault="0085747A" w14:paraId="1616B1D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mallCaps w:val="0"/>
              </w:rPr>
            </w:pPr>
            <w:r w:rsidRPr="4B02B0DE">
              <w:rPr>
                <w:rFonts w:ascii="Corbel" w:hAnsi="Corbel" w:eastAsia="Corbel" w:cs="Corbel"/>
                <w:smallCaps w:val="0"/>
              </w:rPr>
              <w:t xml:space="preserve">Literatura uzupełniająca: </w:t>
            </w:r>
          </w:p>
          <w:p w:rsidR="72F6F82E" w:rsidP="4B02B0DE" w:rsidRDefault="72F6F82E" w14:paraId="2DCB427A" w14:textId="209A0995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Brzeziński K.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Wolters Kluwer Polska, Warszawa 2013. </w:t>
            </w:r>
          </w:p>
          <w:p w:rsidR="72F6F82E" w:rsidP="4B02B0DE" w:rsidRDefault="72F6F82E" w14:paraId="6B1A7505" w14:textId="2C233B20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Brzozowski A.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Kocot W. J.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Opalski W.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rzeczowe. Zarys wykładu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Warszawa 2012.  </w:t>
            </w:r>
          </w:p>
          <w:p w:rsidR="72F6F82E" w:rsidP="4B02B0DE" w:rsidRDefault="72F6F82E" w14:paraId="66757A8B" w14:textId="37E3E22F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Brzozowski A., Kocot W. J., Skowrońska-Bocian E.,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Warszawa 2013. </w:t>
            </w:r>
          </w:p>
          <w:p w:rsidR="72F6F82E" w:rsidP="4B02B0DE" w:rsidRDefault="72F6F82E" w14:paraId="55D23B96" w14:textId="7DE7586F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Wydawnictwo</w:t>
            </w:r>
            <w:r w:rsidRPr="4B02B0DE">
              <w:rPr>
                <w:rFonts w:ascii="Corbel" w:hAnsi="Corbel" w:eastAsia="Corbel" w:cs="Corbel"/>
                <w:color w:val="000000" w:themeColor="text1"/>
                <w:sz w:val="18"/>
                <w:szCs w:val="18"/>
              </w:rPr>
              <w:t xml:space="preserve"> 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C.H. BECK, Warszawa 2012. </w:t>
            </w:r>
          </w:p>
          <w:p w:rsidR="72F6F82E" w:rsidP="4B02B0DE" w:rsidRDefault="72F6F82E" w14:paraId="769DA363" w14:textId="708B64AE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Doliwa A., P</w:t>
            </w:r>
            <w:r w:rsidRPr="4B02B0DE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rawo cywilne -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Wydawnictwo C.H. Beck, Warszawa 2012. </w:t>
            </w:r>
          </w:p>
          <w:p w:rsidR="72F6F82E" w:rsidP="4B02B0DE" w:rsidRDefault="72F6F82E" w14:paraId="637F3391" w14:textId="7231CC6B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Kawałko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A., Witczak H.,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Zobowiązania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Wydawnictwo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C.H. BECK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Warszawa 2015. </w:t>
            </w:r>
          </w:p>
          <w:p w:rsidR="72F6F82E" w:rsidP="4B02B0DE" w:rsidRDefault="72F6F82E" w14:paraId="79192B3B" w14:textId="119680DE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>Witczak H.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Kawałko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A.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 -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Wydawnictwo C.H. Beck, Warszawa 2014.</w:t>
            </w:r>
          </w:p>
          <w:p w:rsidR="72F6F82E" w:rsidP="4B02B0DE" w:rsidRDefault="72F6F82E" w14:paraId="2918AE7B" w14:textId="2CD60B0A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Ziemianin B., </w:t>
            </w: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Wolters Kluwer Polska, Warszawa 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2012.</w:t>
            </w:r>
          </w:p>
          <w:p w:rsidR="4B02B0DE" w:rsidP="4B02B0DE" w:rsidRDefault="4B02B0DE" w14:paraId="4F6CDAC2" w14:textId="5407479E">
            <w:pPr>
              <w:spacing w:after="0" w:line="240" w:lineRule="auto"/>
              <w:jc w:val="both"/>
              <w:outlineLvl w:val="0"/>
              <w:rPr>
                <w:rFonts w:ascii="Corbel" w:hAnsi="Corbel" w:eastAsia="Corbel" w:cs="Corbel"/>
                <w:lang w:eastAsia="pl-PL"/>
              </w:rPr>
            </w:pPr>
          </w:p>
          <w:p w:rsidRPr="001D1F14" w:rsidR="001D1F14" w:rsidP="4B02B0DE" w:rsidRDefault="001D1F14" w14:paraId="52E5622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</w:p>
        </w:tc>
      </w:tr>
    </w:tbl>
    <w:p w:rsidRPr="009C54AE" w:rsidR="0085747A" w:rsidP="4B02B0DE" w:rsidRDefault="0085747A" w14:paraId="07547A01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85747A" w14:paraId="5043CB0F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85747A" w14:paraId="41F88A98" w14:textId="77777777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4B02B0DE">
        <w:rPr>
          <w:rFonts w:ascii="Corbel" w:hAnsi="Corbel" w:eastAsia="Corbel" w:cs="Corbel"/>
          <w:b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92F" w:rsidP="00C16ABF" w:rsidRDefault="0033592F" w14:paraId="03663F3A" w14:textId="77777777">
      <w:pPr>
        <w:spacing w:after="0" w:line="240" w:lineRule="auto"/>
      </w:pPr>
      <w:r>
        <w:separator/>
      </w:r>
    </w:p>
  </w:endnote>
  <w:endnote w:type="continuationSeparator" w:id="0">
    <w:p w:rsidR="0033592F" w:rsidP="00C16ABF" w:rsidRDefault="0033592F" w14:paraId="45E02A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92F" w:rsidP="00C16ABF" w:rsidRDefault="0033592F" w14:paraId="29AE2D04" w14:textId="77777777">
      <w:pPr>
        <w:spacing w:after="0" w:line="240" w:lineRule="auto"/>
      </w:pPr>
      <w:r>
        <w:separator/>
      </w:r>
    </w:p>
  </w:footnote>
  <w:footnote w:type="continuationSeparator" w:id="0">
    <w:p w:rsidR="0033592F" w:rsidP="00C16ABF" w:rsidRDefault="0033592F" w14:paraId="510A364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C23651"/>
    <w:multiLevelType w:val="hybridMultilevel"/>
    <w:tmpl w:val="23E2D75C"/>
    <w:lvl w:ilvl="0" w:tplc="582AADEE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DF40440"/>
    <w:multiLevelType w:val="hybridMultilevel"/>
    <w:tmpl w:val="9700800C"/>
    <w:lvl w:ilvl="0" w:tplc="582AADE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D5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1F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6F2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92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65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FC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75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335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F7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ECD"/>
    <w:rsid w:val="00D17C3C"/>
    <w:rsid w:val="00D26B2C"/>
    <w:rsid w:val="00D352C9"/>
    <w:rsid w:val="00D425B2"/>
    <w:rsid w:val="00D428D6"/>
    <w:rsid w:val="00D552B2"/>
    <w:rsid w:val="00D608D1"/>
    <w:rsid w:val="00D67A69"/>
    <w:rsid w:val="00D74119"/>
    <w:rsid w:val="00D8075B"/>
    <w:rsid w:val="00D8678B"/>
    <w:rsid w:val="00DA2114"/>
    <w:rsid w:val="00DE09C0"/>
    <w:rsid w:val="00DE4A14"/>
    <w:rsid w:val="00DE6A7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2B4DCEC"/>
    <w:rsid w:val="04861C71"/>
    <w:rsid w:val="04A97C52"/>
    <w:rsid w:val="053F4353"/>
    <w:rsid w:val="0B91525C"/>
    <w:rsid w:val="0E611E57"/>
    <w:rsid w:val="0F1ED720"/>
    <w:rsid w:val="10B25633"/>
    <w:rsid w:val="14C0E389"/>
    <w:rsid w:val="1AD05519"/>
    <w:rsid w:val="1D6979AA"/>
    <w:rsid w:val="1ED16AD7"/>
    <w:rsid w:val="205DE8ED"/>
    <w:rsid w:val="22529349"/>
    <w:rsid w:val="255709B9"/>
    <w:rsid w:val="28EF40B0"/>
    <w:rsid w:val="29714939"/>
    <w:rsid w:val="2A46B19A"/>
    <w:rsid w:val="2CCE81CB"/>
    <w:rsid w:val="2E35CE6D"/>
    <w:rsid w:val="31F4ABDE"/>
    <w:rsid w:val="37506BBC"/>
    <w:rsid w:val="39AF7A6C"/>
    <w:rsid w:val="39CD6B10"/>
    <w:rsid w:val="3CD643DD"/>
    <w:rsid w:val="3E482911"/>
    <w:rsid w:val="3ECC5B33"/>
    <w:rsid w:val="451CB3B2"/>
    <w:rsid w:val="47D285F2"/>
    <w:rsid w:val="486824E6"/>
    <w:rsid w:val="4B02B0DE"/>
    <w:rsid w:val="4EB06BA0"/>
    <w:rsid w:val="5442C437"/>
    <w:rsid w:val="5531DA30"/>
    <w:rsid w:val="55998F1B"/>
    <w:rsid w:val="57355F7C"/>
    <w:rsid w:val="588013CB"/>
    <w:rsid w:val="5D0E0E3D"/>
    <w:rsid w:val="6111DBBD"/>
    <w:rsid w:val="6121D02C"/>
    <w:rsid w:val="62E0C9EA"/>
    <w:rsid w:val="63D381CD"/>
    <w:rsid w:val="6481CFE1"/>
    <w:rsid w:val="6848E171"/>
    <w:rsid w:val="686F6131"/>
    <w:rsid w:val="6BC2E340"/>
    <w:rsid w:val="6C880B4C"/>
    <w:rsid w:val="715EC0A7"/>
    <w:rsid w:val="71723E68"/>
    <w:rsid w:val="720A6856"/>
    <w:rsid w:val="72F6F82E"/>
    <w:rsid w:val="74172440"/>
    <w:rsid w:val="741C93F9"/>
    <w:rsid w:val="7D3D7D31"/>
    <w:rsid w:val="7D9F9F79"/>
    <w:rsid w:val="7E0E3D70"/>
    <w:rsid w:val="7F42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E4B9"/>
  <w15:docId w15:val="{912C2A05-863D-453D-91F3-A28B4CA8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B7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4EC9-BFDF-402C-946B-169F03A759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4B8AFB-B30E-490F-A096-834EB43B4841}"/>
</file>

<file path=customXml/itemProps3.xml><?xml version="1.0" encoding="utf-8"?>
<ds:datastoreItem xmlns:ds="http://schemas.openxmlformats.org/officeDocument/2006/customXml" ds:itemID="{EF00845D-9227-471D-B53D-6491E431C2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599503-46C4-4DDE-B8F6-FFAEB833999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11</cp:revision>
  <cp:lastPrinted>2019-02-06T12:12:00Z</cp:lastPrinted>
  <dcterms:created xsi:type="dcterms:W3CDTF">2021-01-21T21:49:00Z</dcterms:created>
  <dcterms:modified xsi:type="dcterms:W3CDTF">2021-11-19T20:16:38Z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